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6EB4B" w14:textId="77777777" w:rsidR="00272FED" w:rsidRPr="00AF0DBA" w:rsidRDefault="00272FED" w:rsidP="00AF0DBA">
      <w:pPr>
        <w:pStyle w:val="Texte"/>
        <w:spacing w:before="240" w:after="240"/>
        <w:rPr>
          <w:rFonts w:ascii="Helvetica 75 Bold" w:hAnsi="Helvetica 75 Bold"/>
          <w:color w:val="FF0000"/>
          <w:sz w:val="72"/>
          <w:szCs w:val="72"/>
        </w:rPr>
      </w:pPr>
      <w:bookmarkStart w:id="0" w:name="_Toc226948957"/>
      <w:bookmarkStart w:id="1" w:name="_Toc246759873"/>
      <w:bookmarkStart w:id="2" w:name="_Toc231120487"/>
      <w:bookmarkStart w:id="3" w:name="_Toc275277612"/>
      <w:bookmarkStart w:id="4" w:name="_Toc275277944"/>
      <w:bookmarkStart w:id="5" w:name="_Toc275608730"/>
      <w:bookmarkStart w:id="6" w:name="_Toc275608805"/>
      <w:bookmarkStart w:id="7" w:name="_Toc275608880"/>
      <w:bookmarkStart w:id="8" w:name="_Toc293482400"/>
      <w:bookmarkStart w:id="9" w:name="_Toc299717620"/>
      <w:bookmarkStart w:id="10" w:name="_Toc211414364"/>
      <w:r w:rsidRPr="00AF0DBA">
        <w:rPr>
          <w:rFonts w:ascii="Helvetica 75 Bold" w:hAnsi="Helvetica 75 Bold"/>
          <w:color w:val="FF0000"/>
          <w:sz w:val="72"/>
          <w:szCs w:val="72"/>
        </w:rPr>
        <w:t>Annexe</w:t>
      </w:r>
      <w:r w:rsidRPr="00AF0DBA">
        <w:rPr>
          <w:rFonts w:ascii="Helvetica 75 Bold" w:hAnsi="Helvetica 75 Bold"/>
          <w:color w:val="FF0000"/>
          <w:sz w:val="72"/>
        </w:rPr>
        <w:t xml:space="preserve"> 2 </w:t>
      </w:r>
      <w:r w:rsidRPr="00AF0DBA">
        <w:rPr>
          <w:rFonts w:ascii="Helvetica 75 Bold" w:hAnsi="Helvetica 75 Bold"/>
          <w:color w:val="FF0000"/>
          <w:sz w:val="72"/>
          <w:szCs w:val="72"/>
        </w:rPr>
        <w:t>-</w:t>
      </w:r>
      <w:r w:rsidRPr="00AF0DBA">
        <w:rPr>
          <w:rFonts w:ascii="Helvetica 75 Bold" w:hAnsi="Helvetica 75 Bold"/>
          <w:color w:val="FF0000"/>
          <w:sz w:val="72"/>
        </w:rPr>
        <w:t xml:space="preserve"> pénalités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626EB4C" w14:textId="77777777" w:rsidR="000E79C9" w:rsidRPr="00AF0DBA" w:rsidRDefault="00CD1A47" w:rsidP="00EB4DAE">
      <w:pPr>
        <w:rPr>
          <w:b/>
          <w:bCs/>
          <w:sz w:val="36"/>
          <w:szCs w:val="36"/>
        </w:rPr>
      </w:pPr>
      <w:r w:rsidRPr="00AF0DBA">
        <w:rPr>
          <w:b/>
          <w:bCs/>
          <w:sz w:val="36"/>
          <w:szCs w:val="36"/>
        </w:rPr>
        <w:t xml:space="preserve">Offre </w:t>
      </w:r>
      <w:r w:rsidR="000E79C9" w:rsidRPr="00AF0DBA">
        <w:rPr>
          <w:b/>
          <w:bCs/>
          <w:sz w:val="36"/>
          <w:szCs w:val="36"/>
        </w:rPr>
        <w:t>FTTE passif</w:t>
      </w:r>
      <w:r w:rsidR="000E79C9" w:rsidRPr="00AF0DBA">
        <w:rPr>
          <w:rFonts w:cs="Calibri"/>
          <w:b/>
          <w:bCs/>
          <w:sz w:val="36"/>
          <w:szCs w:val="36"/>
        </w:rPr>
        <w:t xml:space="preserve"> NRO</w:t>
      </w:r>
      <w:r w:rsidR="00DD763C" w:rsidRPr="00AF0DBA">
        <w:rPr>
          <w:rFonts w:cs="Calibri"/>
          <w:b/>
          <w:bCs/>
          <w:sz w:val="36"/>
          <w:szCs w:val="36"/>
        </w:rPr>
        <w:t xml:space="preserve"> de </w:t>
      </w:r>
      <w:r w:rsidR="00A876E6" w:rsidRPr="00AF0DBA">
        <w:rPr>
          <w:rFonts w:cs="Calibri"/>
          <w:b/>
          <w:bCs/>
          <w:sz w:val="36"/>
          <w:szCs w:val="36"/>
        </w:rPr>
        <w:t>MAYENNE FIBRE</w:t>
      </w:r>
    </w:p>
    <w:p w14:paraId="4626EB4D" w14:textId="77777777" w:rsidR="000E79C9" w:rsidRPr="000A5936" w:rsidRDefault="00272FED" w:rsidP="0077778E">
      <w:pPr>
        <w:tabs>
          <w:tab w:val="left" w:pos="1088"/>
        </w:tabs>
        <w:rPr>
          <w:rFonts w:cs="Calibri"/>
          <w:sz w:val="40"/>
          <w:szCs w:val="40"/>
        </w:rPr>
      </w:pPr>
      <w:r>
        <w:rPr>
          <w:rFonts w:cs="Calibri"/>
          <w:sz w:val="40"/>
          <w:szCs w:val="40"/>
        </w:rPr>
        <w:tab/>
      </w:r>
    </w:p>
    <w:p w14:paraId="4626EB4E" w14:textId="77777777" w:rsidR="001A7064" w:rsidRPr="0028511F" w:rsidRDefault="001A7064" w:rsidP="001A7064">
      <w:pPr>
        <w:pStyle w:val="Texte"/>
      </w:pPr>
      <w:r w:rsidRPr="0028511F">
        <w:t xml:space="preserve">La présente annexe est établie notamment par application des </w:t>
      </w:r>
      <w:r w:rsidR="0014204C" w:rsidRPr="0028511F">
        <w:t xml:space="preserve">articles </w:t>
      </w:r>
      <w:r w:rsidR="0014204C">
        <w:t xml:space="preserve">intitulés </w:t>
      </w:r>
      <w:r w:rsidR="0014204C" w:rsidRPr="0028511F">
        <w:t xml:space="preserve">« mise </w:t>
      </w:r>
      <w:r w:rsidR="0014204C">
        <w:t>à disposition et mise en service</w:t>
      </w:r>
      <w:r w:rsidR="00D14701">
        <w:t xml:space="preserve"> </w:t>
      </w:r>
      <w:r w:rsidR="0014204C">
        <w:t xml:space="preserve">», « résiliation » </w:t>
      </w:r>
      <w:r w:rsidR="0014204C" w:rsidRPr="0028511F">
        <w:t>et « service après-vente »</w:t>
      </w:r>
      <w:r w:rsidRPr="0028511F">
        <w:t>.</w:t>
      </w:r>
    </w:p>
    <w:p w14:paraId="4626EB4F" w14:textId="77777777" w:rsidR="001A7064" w:rsidRDefault="001A7064" w:rsidP="001A7064">
      <w:pPr>
        <w:pStyle w:val="Texte"/>
      </w:pPr>
      <w:r w:rsidRPr="0028511F">
        <w:t xml:space="preserve">Tous les montants mentionnés dans la présente annexe </w:t>
      </w:r>
      <w:r w:rsidRPr="000C2468">
        <w:t xml:space="preserve">sont exprimés </w:t>
      </w:r>
      <w:r>
        <w:t xml:space="preserve">en euros </w:t>
      </w:r>
      <w:r w:rsidRPr="000C2468">
        <w:t>hors taxe et n’entrent pas dans le champ d’application de la TVA.</w:t>
      </w:r>
      <w:r w:rsidRPr="000C2468" w:rsidDel="00FB29B7">
        <w:t xml:space="preserve"> </w:t>
      </w:r>
    </w:p>
    <w:p w14:paraId="4626EB50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>Les pénalités se calculent par mois civil et sont dues pour le mois écoulé à l’exception des pénalités IMS qui se calculent par année civile et sont dues pour l’année écoulée.</w:t>
      </w:r>
    </w:p>
    <w:p w14:paraId="4626EB51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ate de </w:t>
      </w:r>
      <w:r w:rsidR="004E32D5">
        <w:rPr>
          <w:rFonts w:cs="Arial"/>
          <w:szCs w:val="20"/>
        </w:rPr>
        <w:t>m</w:t>
      </w:r>
      <w:r w:rsidRPr="001C3F1E">
        <w:rPr>
          <w:rFonts w:cs="Arial"/>
          <w:szCs w:val="20"/>
        </w:rPr>
        <w:t xml:space="preserve">ise à </w:t>
      </w:r>
      <w:r w:rsidR="004E32D5">
        <w:rPr>
          <w:rFonts w:cs="Arial"/>
          <w:szCs w:val="20"/>
        </w:rPr>
        <w:t>d</w:t>
      </w:r>
      <w:r w:rsidRPr="001C3F1E">
        <w:rPr>
          <w:rFonts w:cs="Arial"/>
          <w:szCs w:val="20"/>
        </w:rPr>
        <w:t xml:space="preserve">isposition </w:t>
      </w:r>
      <w:r w:rsidR="004E32D5">
        <w:rPr>
          <w:rFonts w:cs="Arial"/>
          <w:szCs w:val="20"/>
        </w:rPr>
        <w:t>c</w:t>
      </w:r>
      <w:r w:rsidRPr="001C3F1E">
        <w:rPr>
          <w:rFonts w:cs="Arial"/>
          <w:szCs w:val="20"/>
        </w:rPr>
        <w:t xml:space="preserve">onvenue sont ceux en vigueur au jour de la signature de l’accusé de réception </w:t>
      </w:r>
      <w:r w:rsidR="00314DF4">
        <w:rPr>
          <w:rFonts w:cs="Arial"/>
          <w:szCs w:val="20"/>
        </w:rPr>
        <w:t xml:space="preserve">par </w:t>
      </w:r>
      <w:r w:rsidR="00A876E6">
        <w:rPr>
          <w:rFonts w:cs="Arial"/>
          <w:szCs w:val="20"/>
        </w:rPr>
        <w:t>MAYENNE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du bon de commande Opérateur</w:t>
      </w:r>
      <w:r>
        <w:rPr>
          <w:rFonts w:cs="Arial"/>
          <w:szCs w:val="20"/>
        </w:rPr>
        <w:t>.</w:t>
      </w:r>
    </w:p>
    <w:p w14:paraId="4626EB52" w14:textId="77777777" w:rsidR="00A93120" w:rsidRPr="001C3F1E" w:rsidRDefault="00A93120" w:rsidP="00A93120">
      <w:pPr>
        <w:spacing w:before="120"/>
        <w:jc w:val="both"/>
        <w:rPr>
          <w:rFonts w:cs="Arial"/>
          <w:szCs w:val="20"/>
        </w:rPr>
      </w:pPr>
      <w:r w:rsidRPr="001C3F1E">
        <w:rPr>
          <w:rFonts w:cs="Arial"/>
          <w:szCs w:val="20"/>
        </w:rPr>
        <w:t xml:space="preserve">Les montants de pénalités applicables au titre du non-respect de la qualité de service sont ceux en vigueur au jour de l’accusé de réception </w:t>
      </w:r>
      <w:r w:rsidR="00314DF4">
        <w:rPr>
          <w:rFonts w:cs="Arial"/>
          <w:szCs w:val="20"/>
        </w:rPr>
        <w:t xml:space="preserve">par </w:t>
      </w:r>
      <w:r w:rsidR="00A876E6">
        <w:rPr>
          <w:rFonts w:cs="Arial"/>
          <w:szCs w:val="20"/>
        </w:rPr>
        <w:t>MAYENNE FIBRE</w:t>
      </w:r>
      <w:r w:rsidR="00EE0ADC">
        <w:rPr>
          <w:rFonts w:cs="Arial"/>
          <w:szCs w:val="20"/>
        </w:rPr>
        <w:t xml:space="preserve"> </w:t>
      </w:r>
      <w:r w:rsidRPr="001C3F1E">
        <w:rPr>
          <w:rFonts w:cs="Arial"/>
          <w:szCs w:val="20"/>
        </w:rPr>
        <w:t>de la signalisation Opérateur</w:t>
      </w:r>
      <w:r>
        <w:rPr>
          <w:rFonts w:cs="Arial"/>
          <w:szCs w:val="20"/>
        </w:rPr>
        <w:t>.</w:t>
      </w:r>
    </w:p>
    <w:p w14:paraId="4626EB53" w14:textId="77777777" w:rsidR="001A7064" w:rsidRPr="0028511F" w:rsidRDefault="001A7064" w:rsidP="001A7064">
      <w:pPr>
        <w:pStyle w:val="Texte"/>
      </w:pPr>
    </w:p>
    <w:p w14:paraId="4626EB54" w14:textId="363DD35B" w:rsidR="001A7064" w:rsidRPr="00997DB2" w:rsidRDefault="009D5251" w:rsidP="00AF0DBA">
      <w:pPr>
        <w:pStyle w:val="Titre"/>
      </w:pPr>
      <w:r>
        <w:t xml:space="preserve"> </w:t>
      </w:r>
      <w:r w:rsidR="001A7064" w:rsidRPr="00997DB2">
        <w:t xml:space="preserve">pénalités pouvant être dues </w:t>
      </w:r>
      <w:r w:rsidR="00314DF4" w:rsidRPr="00997DB2">
        <w:t xml:space="preserve">par </w:t>
      </w:r>
      <w:r w:rsidR="00A876E6" w:rsidRPr="00997DB2">
        <w:t>MAYENNE FIBRE</w:t>
      </w:r>
    </w:p>
    <w:p w14:paraId="4626EB56" w14:textId="04DFAB4B" w:rsidR="00897127" w:rsidRDefault="001A7064" w:rsidP="00AF0DBA">
      <w:pPr>
        <w:pStyle w:val="Titre2"/>
      </w:pPr>
      <w:r w:rsidRPr="00B0235B">
        <w:t xml:space="preserve">au titre du </w:t>
      </w:r>
      <w:r w:rsidR="005A167F" w:rsidRPr="00B0235B">
        <w:t>non-respect</w:t>
      </w:r>
      <w:r w:rsidRPr="00B0235B">
        <w:t xml:space="preserve"> </w:t>
      </w:r>
      <w:r w:rsidR="00314DF4">
        <w:t xml:space="preserve">par </w:t>
      </w:r>
      <w:r w:rsidR="00A876E6">
        <w:t>MAYENNE FIBRE</w:t>
      </w:r>
      <w:r w:rsidR="00EE0ADC">
        <w:t xml:space="preserve"> </w:t>
      </w:r>
      <w:r w:rsidRPr="00B0235B">
        <w:t>de la qualité de service</w:t>
      </w:r>
    </w:p>
    <w:p w14:paraId="4626EB57" w14:textId="77777777" w:rsidR="00AB4586" w:rsidRDefault="00AB4586" w:rsidP="00AB4586">
      <w:pPr>
        <w:pStyle w:val="Texte"/>
        <w:rPr>
          <w:rFonts w:cs="Helvetica55Roman,Italic"/>
          <w:iCs/>
        </w:rPr>
      </w:pPr>
      <w:r>
        <w:rPr>
          <w:rFonts w:cs="Helvetica55Roman,Italic"/>
          <w:iCs/>
        </w:rPr>
        <w:t xml:space="preserve">Le montant annuel des pénalités GTR pouvant être dues </w:t>
      </w:r>
      <w:r w:rsidR="00314DF4">
        <w:rPr>
          <w:rFonts w:cs="Helvetica55Roman,Italic"/>
          <w:iCs/>
        </w:rPr>
        <w:t xml:space="preserve">par </w:t>
      </w:r>
      <w:r w:rsidR="00A876E6">
        <w:rPr>
          <w:rFonts w:cs="Helvetica55Roman,Italic"/>
          <w:iCs/>
        </w:rPr>
        <w:t>MAYENNE FIBRE</w:t>
      </w:r>
      <w:r w:rsidR="00EE0ADC">
        <w:rPr>
          <w:rFonts w:cs="Helvetica55Roman,Italic"/>
          <w:iCs/>
        </w:rPr>
        <w:t xml:space="preserve"> </w:t>
      </w:r>
      <w:r>
        <w:rPr>
          <w:rFonts w:cs="Helvetica55Roman,Italic"/>
          <w:iCs/>
        </w:rPr>
        <w:t>est plafonné à un montant équivalent à six (6) mois d’abonnement au service payés au titre des prestations concernées.</w:t>
      </w:r>
    </w:p>
    <w:p w14:paraId="4626EB58" w14:textId="77777777" w:rsidR="0004645F" w:rsidRDefault="00AB4586" w:rsidP="0004645F">
      <w:pPr>
        <w:pStyle w:val="Texte"/>
      </w:pPr>
      <w:r>
        <w:rPr>
          <w:rFonts w:cs="Helvetica55Roman,Italic"/>
          <w:iCs/>
        </w:rPr>
        <w:t>Par dérogation, l</w:t>
      </w:r>
      <w:r w:rsidR="0004645F" w:rsidRPr="0004645F">
        <w:t xml:space="preserve">e montant </w:t>
      </w:r>
      <w:r w:rsidR="0004645F" w:rsidRPr="008E67C2">
        <w:t xml:space="preserve">des pénalités de GTR versées chaque année civile pour un </w:t>
      </w:r>
      <w:r w:rsidR="0004645F">
        <w:t>Accès</w:t>
      </w:r>
      <w:r w:rsidR="0004645F" w:rsidRPr="008E67C2">
        <w:t xml:space="preserve"> est plafonné à :</w:t>
      </w:r>
    </w:p>
    <w:p w14:paraId="4626EB59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6 mois d’abonnement de la composante (hors options) pour une composante livrée avant le 1er août de l’année considérée, </w:t>
      </w:r>
    </w:p>
    <w:p w14:paraId="4626EB5A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5 mois d’abonnement de la composante (hors options) pour une composante livrée en août de l’année considérée, </w:t>
      </w:r>
    </w:p>
    <w:p w14:paraId="4626EB5B" w14:textId="77777777" w:rsidR="00B564D3" w:rsidRPr="00452287" w:rsidRDefault="00B564D3" w:rsidP="00CA6592">
      <w:pPr>
        <w:pStyle w:val="Textenum1"/>
        <w:numPr>
          <w:ilvl w:val="0"/>
          <w:numId w:val="22"/>
        </w:numPr>
      </w:pPr>
      <w:r w:rsidRPr="00452287">
        <w:t xml:space="preserve">4 mois d’abonnement de la composante (hors options) pour une composante livrée en septembre de l’année considérée. </w:t>
      </w:r>
    </w:p>
    <w:p w14:paraId="4626EB5C" w14:textId="77777777" w:rsidR="0004645F" w:rsidRDefault="0004645F" w:rsidP="00CA6592">
      <w:pPr>
        <w:pStyle w:val="Textenum1"/>
        <w:numPr>
          <w:ilvl w:val="0"/>
          <w:numId w:val="22"/>
        </w:numPr>
      </w:pPr>
      <w:r w:rsidRPr="008E67C2">
        <w:t xml:space="preserve">3 mois d’abonnement </w:t>
      </w:r>
      <w:r>
        <w:t xml:space="preserve">de la composante (hors options) pour une composante livrée </w:t>
      </w:r>
      <w:r w:rsidR="00B564D3">
        <w:t>en octobre</w:t>
      </w:r>
      <w:r>
        <w:t xml:space="preserve"> de l’année considérée,</w:t>
      </w:r>
    </w:p>
    <w:p w14:paraId="4626EB5D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2 </w:t>
      </w:r>
      <w:r w:rsidRPr="004758B9">
        <w:t>mois</w:t>
      </w:r>
      <w:r>
        <w:t xml:space="preserve"> d’abonnement de la composante (hors options) pour une composante livrée en novembre de l’année considérée,</w:t>
      </w:r>
    </w:p>
    <w:p w14:paraId="4626EB5E" w14:textId="77777777" w:rsidR="0004645F" w:rsidRDefault="0004645F" w:rsidP="00CA6592">
      <w:pPr>
        <w:pStyle w:val="Textenum1"/>
        <w:numPr>
          <w:ilvl w:val="0"/>
          <w:numId w:val="22"/>
        </w:numPr>
      </w:pPr>
      <w:r>
        <w:t xml:space="preserve">1 </w:t>
      </w:r>
      <w:r w:rsidRPr="004758B9">
        <w:t>mois</w:t>
      </w:r>
      <w:r>
        <w:t xml:space="preserve"> d’abonnement de la composante (hors options) pour une composante livrée en décembre de l’année considérée.</w:t>
      </w:r>
      <w:r w:rsidRPr="004758B9">
        <w:t xml:space="preserve"> </w:t>
      </w:r>
    </w:p>
    <w:p w14:paraId="4626EB5F" w14:textId="77777777" w:rsidR="0004645F" w:rsidRDefault="0004645F" w:rsidP="00243F88">
      <w:pPr>
        <w:pStyle w:val="Texte"/>
      </w:pPr>
      <w:r>
        <w:t xml:space="preserve">Le montant de l’abonnement pris en compte dans le calcul des pénalités de GTR et des plafonds associés </w:t>
      </w:r>
      <w:r w:rsidRPr="00705A6F">
        <w:t xml:space="preserve">est le montant </w:t>
      </w:r>
      <w:r w:rsidRPr="004758B9">
        <w:t>de l’abonnement</w:t>
      </w:r>
      <w:r w:rsidRPr="00705A6F">
        <w:t xml:space="preserve">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 (hors options)</w:t>
      </w:r>
      <w:r w:rsidRPr="004758B9">
        <w:t xml:space="preserve"> au moment du rétablissement</w:t>
      </w:r>
      <w:r w:rsidR="00243F88" w:rsidRPr="00243F88">
        <w:rPr>
          <w:rFonts w:ascii="Helvetica Neue" w:hAnsi="Helvetica Neue" w:cs="Helvetica Neue"/>
          <w:color w:val="000000"/>
          <w:sz w:val="24"/>
          <w:szCs w:val="24"/>
        </w:rPr>
        <w:t xml:space="preserve"> </w:t>
      </w:r>
      <w:r w:rsidR="00243F88" w:rsidRPr="00243F88">
        <w:t xml:space="preserve"> augmenté le cas échéant du montant de l’abonnement option GTR.</w:t>
      </w:r>
      <w:r w:rsidR="00243F88">
        <w:t xml:space="preserve"> </w:t>
      </w:r>
    </w:p>
    <w:p w14:paraId="4626EB60" w14:textId="77777777" w:rsidR="00AB4586" w:rsidRDefault="00AB4586" w:rsidP="00AB4586">
      <w:pPr>
        <w:pStyle w:val="Texte"/>
      </w:pPr>
      <w:r>
        <w:t xml:space="preserve">Le montant annuel des pénalités IMS pouvant être dues </w:t>
      </w:r>
      <w:r w:rsidR="00314DF4">
        <w:t xml:space="preserve">par </w:t>
      </w:r>
      <w:r w:rsidR="00A876E6">
        <w:t>MAYENNE FIBRE</w:t>
      </w:r>
      <w:r w:rsidR="00EE0ADC">
        <w:t xml:space="preserve"> </w:t>
      </w:r>
      <w:r>
        <w:t>est plafonné à un montant équivalent à six (6) mois d’abonnement au service payés au titre des prestations concernées.</w:t>
      </w:r>
    </w:p>
    <w:p w14:paraId="4626EB61" w14:textId="77777777" w:rsidR="001A7064" w:rsidRDefault="0004645F" w:rsidP="0004645F">
      <w:pPr>
        <w:pStyle w:val="Texte"/>
      </w:pPr>
      <w:r w:rsidRPr="004758B9">
        <w:lastRenderedPageBreak/>
        <w:t>L</w:t>
      </w:r>
      <w:r>
        <w:t>e montant de l’</w:t>
      </w:r>
      <w:r w:rsidRPr="004758B9">
        <w:t>abonnement pris</w:t>
      </w:r>
      <w:r w:rsidRPr="00705A6F">
        <w:t xml:space="preserve"> en compte </w:t>
      </w:r>
      <w:r>
        <w:t>pour</w:t>
      </w:r>
      <w:r w:rsidRPr="00705A6F">
        <w:t xml:space="preserve"> le calcul des pénalités </w:t>
      </w:r>
      <w:r w:rsidRPr="004758B9">
        <w:t>d’IMS</w:t>
      </w:r>
      <w:r w:rsidRPr="00705A6F">
        <w:t xml:space="preserve"> est le montant </w:t>
      </w:r>
      <w:r w:rsidRPr="004758B9">
        <w:t xml:space="preserve">de l’abonnement </w:t>
      </w:r>
      <w:r w:rsidRPr="00705A6F">
        <w:t xml:space="preserve"> moyen </w:t>
      </w:r>
      <w:r w:rsidRPr="004758B9">
        <w:t>factu</w:t>
      </w:r>
      <w:r>
        <w:t>r</w:t>
      </w:r>
      <w:r w:rsidRPr="004758B9">
        <w:t>é</w:t>
      </w:r>
      <w:r w:rsidRPr="00705A6F">
        <w:t xml:space="preserve"> au titre de la </w:t>
      </w:r>
      <w:r>
        <w:t>composante</w:t>
      </w:r>
      <w:r w:rsidR="00D30742">
        <w:t xml:space="preserve"> </w:t>
      </w:r>
      <w:r w:rsidRPr="00705A6F">
        <w:t>pendant l’année considérée</w:t>
      </w:r>
      <w:r>
        <w:t>, hors options</w:t>
      </w:r>
      <w:r w:rsidRPr="00705A6F">
        <w:t>.</w:t>
      </w:r>
    </w:p>
    <w:p w14:paraId="4626EB62" w14:textId="77777777" w:rsidR="00B707F2" w:rsidRPr="0004645F" w:rsidRDefault="00B707F2" w:rsidP="0004645F">
      <w:pPr>
        <w:pStyle w:val="Texte"/>
      </w:pPr>
    </w:p>
    <w:p w14:paraId="4626EB63" w14:textId="77777777" w:rsidR="001A7064" w:rsidRPr="0004645F" w:rsidRDefault="001A7064" w:rsidP="001A7064">
      <w:pPr>
        <w:pStyle w:val="Normal2"/>
        <w:rPr>
          <w:rFonts w:ascii="Helvetica 55 Roman" w:hAnsi="Helvetica 55 Roman"/>
          <w:bCs/>
          <w:u w:val="single"/>
        </w:rPr>
      </w:pPr>
    </w:p>
    <w:p w14:paraId="4626EB64" w14:textId="047CEFAB" w:rsidR="001A7064" w:rsidRPr="002B22EF" w:rsidRDefault="001A7064" w:rsidP="00AF0DBA">
      <w:pPr>
        <w:pStyle w:val="Titre30"/>
      </w:pPr>
      <w:r w:rsidRPr="002B22EF">
        <w:t>au titre de la GTR</w:t>
      </w:r>
      <w:r w:rsidR="002B22EF" w:rsidRPr="002B22EF">
        <w:t xml:space="preserve"> sur l’Accès</w:t>
      </w:r>
      <w:r w:rsidRPr="002B22EF">
        <w:t xml:space="preserve"> </w:t>
      </w:r>
    </w:p>
    <w:p w14:paraId="4626EB65" w14:textId="77777777" w:rsidR="002B22EF" w:rsidRDefault="002B22EF" w:rsidP="001A7064">
      <w:pPr>
        <w:pStyle w:val="Normal2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6"/>
        <w:gridCol w:w="768"/>
        <w:gridCol w:w="4460"/>
      </w:tblGrid>
      <w:tr w:rsidR="001A7064" w:rsidRPr="00D917BD" w14:paraId="4626EB69" w14:textId="77777777" w:rsidTr="005A167F">
        <w:trPr>
          <w:trHeight w:val="396"/>
        </w:trPr>
        <w:tc>
          <w:tcPr>
            <w:tcW w:w="4966" w:type="dxa"/>
            <w:shd w:val="clear" w:color="auto" w:fill="auto"/>
          </w:tcPr>
          <w:p w14:paraId="4626EB66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768" w:type="dxa"/>
            <w:shd w:val="clear" w:color="auto" w:fill="auto"/>
          </w:tcPr>
          <w:p w14:paraId="4626EB67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60" w:type="dxa"/>
            <w:shd w:val="clear" w:color="auto" w:fill="auto"/>
          </w:tcPr>
          <w:p w14:paraId="4626EB68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D917BD" w14:paraId="4626EB6E" w14:textId="77777777" w:rsidTr="005A167F">
        <w:tc>
          <w:tcPr>
            <w:tcW w:w="4966" w:type="dxa"/>
            <w:shd w:val="clear" w:color="auto" w:fill="auto"/>
          </w:tcPr>
          <w:p w14:paraId="4626EB6A" w14:textId="77777777" w:rsidR="001A7064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offre standard </w:t>
            </w:r>
            <w:r w:rsidR="00B207FF" w:rsidRPr="00443C53">
              <w:t>Accès</w:t>
            </w:r>
            <w:r w:rsidR="00B207FF">
              <w:t xml:space="preserve"> </w:t>
            </w:r>
          </w:p>
          <w:p w14:paraId="4626EB6B" w14:textId="77777777" w:rsidR="001A7064" w:rsidRPr="00246A1F" w:rsidRDefault="001A7064" w:rsidP="008B6F10">
            <w:pPr>
              <w:pStyle w:val="Texte"/>
              <w:spacing w:before="0"/>
              <w:jc w:val="left"/>
            </w:pPr>
            <w:r>
              <w:t xml:space="preserve">temps de rétablissement </w:t>
            </w:r>
            <w:r w:rsidRPr="00246A1F">
              <w:t xml:space="preserve">supérieur à </w:t>
            </w:r>
            <w:r w:rsidRPr="00930296">
              <w:t>4 h</w:t>
            </w:r>
            <w:r>
              <w:t xml:space="preserve"> et inférieur ou égal </w:t>
            </w:r>
            <w:r w:rsidRPr="00D97C0E">
              <w:t xml:space="preserve">à </w:t>
            </w:r>
            <w:r w:rsidR="008B6F10" w:rsidRPr="00930296">
              <w:t xml:space="preserve">7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626EB6C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>
              <w:t xml:space="preserve">Accès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626EB6D" w14:textId="77777777" w:rsidR="001A7064" w:rsidRPr="00930296" w:rsidRDefault="00B207FF" w:rsidP="00314DF4">
            <w:pPr>
              <w:pStyle w:val="Texte"/>
              <w:spacing w:before="0"/>
              <w:jc w:val="center"/>
            </w:pPr>
            <w:r>
              <w:t>10</w:t>
            </w:r>
            <w:r w:rsidR="00E82E79">
              <w:t>0</w:t>
            </w:r>
            <w:r>
              <w:t xml:space="preserve"> % de l’abonnement mensuel de l’Accès</w:t>
            </w:r>
            <w:r w:rsidR="00243F88" w:rsidRPr="00D97C0E">
              <w:rPr>
                <w:rFonts w:cs="Times New Roman"/>
                <w:szCs w:val="24"/>
              </w:rPr>
              <w:t xml:space="preserve"> </w:t>
            </w:r>
          </w:p>
        </w:tc>
      </w:tr>
      <w:tr w:rsidR="001A7064" w:rsidRPr="00D917BD" w14:paraId="4626EB73" w14:textId="77777777" w:rsidTr="005A167F">
        <w:tc>
          <w:tcPr>
            <w:tcW w:w="4966" w:type="dxa"/>
            <w:shd w:val="clear" w:color="auto" w:fill="auto"/>
            <w:vAlign w:val="center"/>
          </w:tcPr>
          <w:p w14:paraId="4626EB6F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626EB70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>temps de rétablissement</w:t>
            </w:r>
            <w:r w:rsidRPr="00930296">
              <w:t xml:space="preserve"> supérieur à </w:t>
            </w:r>
            <w:r w:rsidR="008B6F10" w:rsidRPr="00930296">
              <w:t xml:space="preserve">7 </w:t>
            </w:r>
            <w:r w:rsidRPr="00930296">
              <w:t>h</w:t>
            </w:r>
            <w:r w:rsidRPr="00D97C0E">
              <w:t xml:space="preserve"> et inférieur ou égal à </w:t>
            </w:r>
            <w:r w:rsidR="008B6F10" w:rsidRPr="00930296">
              <w:t xml:space="preserve">24 </w:t>
            </w:r>
            <w:r w:rsidRPr="00930296">
              <w:t>h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626EB71" w14:textId="77777777" w:rsidR="001A7064" w:rsidRPr="0019423D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626EB72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20</w:t>
            </w:r>
            <w:r w:rsidRPr="00930296">
              <w:t xml:space="preserve">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  <w:tr w:rsidR="001A7064" w:rsidRPr="00D917BD" w14:paraId="4626EB78" w14:textId="77777777" w:rsidTr="005A167F">
        <w:tc>
          <w:tcPr>
            <w:tcW w:w="4966" w:type="dxa"/>
            <w:shd w:val="clear" w:color="auto" w:fill="auto"/>
            <w:vAlign w:val="center"/>
          </w:tcPr>
          <w:p w14:paraId="4626EB74" w14:textId="77777777" w:rsidR="000E79C9" w:rsidRDefault="000E79C9" w:rsidP="000E79C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GTR </w:t>
            </w:r>
            <w:r w:rsidR="001A7064" w:rsidRPr="00D97C0E">
              <w:t xml:space="preserve">offre </w:t>
            </w:r>
            <w:r>
              <w:t xml:space="preserve">standard Accès </w:t>
            </w:r>
          </w:p>
          <w:p w14:paraId="4626EB75" w14:textId="77777777" w:rsidR="001A7064" w:rsidRPr="00D97C0E" w:rsidRDefault="001A7064" w:rsidP="008B6F10">
            <w:pPr>
              <w:pStyle w:val="Texte"/>
              <w:spacing w:before="0"/>
              <w:jc w:val="left"/>
            </w:pPr>
            <w:r w:rsidRPr="00D97C0E">
              <w:t xml:space="preserve">temps de rétablissement supérieur à </w:t>
            </w:r>
            <w:r w:rsidR="008B6F10" w:rsidRPr="00930296">
              <w:t xml:space="preserve">24 </w:t>
            </w:r>
            <w:r w:rsidRPr="00930296">
              <w:t>h</w:t>
            </w:r>
            <w:r w:rsidRPr="00D97C0E">
              <w:t xml:space="preserve"> </w:t>
            </w:r>
          </w:p>
        </w:tc>
        <w:tc>
          <w:tcPr>
            <w:tcW w:w="768" w:type="dxa"/>
            <w:shd w:val="clear" w:color="auto" w:fill="auto"/>
            <w:vAlign w:val="center"/>
          </w:tcPr>
          <w:p w14:paraId="4626EB76" w14:textId="77777777" w:rsidR="001A7064" w:rsidRPr="00246A1F" w:rsidRDefault="00243F88" w:rsidP="00D917BD">
            <w:pPr>
              <w:pStyle w:val="Texte"/>
              <w:spacing w:before="0"/>
              <w:jc w:val="center"/>
            </w:pPr>
            <w:r w:rsidRPr="00243F88">
              <w:t>Accès</w:t>
            </w:r>
            <w:r>
              <w:t xml:space="preserve"> </w:t>
            </w:r>
          </w:p>
        </w:tc>
        <w:tc>
          <w:tcPr>
            <w:tcW w:w="4460" w:type="dxa"/>
            <w:shd w:val="clear" w:color="auto" w:fill="auto"/>
            <w:vAlign w:val="center"/>
          </w:tcPr>
          <w:p w14:paraId="4626EB77" w14:textId="77777777" w:rsidR="001A7064" w:rsidRPr="00930296" w:rsidRDefault="00E82E79" w:rsidP="006E7827">
            <w:pPr>
              <w:pStyle w:val="Texte"/>
              <w:spacing w:before="0"/>
              <w:jc w:val="center"/>
            </w:pPr>
            <w:r>
              <w:t>3</w:t>
            </w:r>
            <w:r w:rsidR="008B6F10" w:rsidRPr="00930296">
              <w:t xml:space="preserve">00 </w:t>
            </w:r>
            <w:r w:rsidR="001A7064" w:rsidRPr="00D97C0E">
              <w:t>% de l’abonnement mensuel de l’Accès</w:t>
            </w:r>
            <w:r w:rsidR="00243F88" w:rsidRPr="00D97C0E">
              <w:t xml:space="preserve"> </w:t>
            </w:r>
          </w:p>
        </w:tc>
      </w:tr>
    </w:tbl>
    <w:p w14:paraId="4626EB79" w14:textId="77777777" w:rsidR="000E79C9" w:rsidRPr="00243F88" w:rsidRDefault="000E79C9" w:rsidP="000E79C9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4626EB7A" w14:textId="77777777" w:rsidR="001A7064" w:rsidRDefault="001A7064" w:rsidP="001A7064">
      <w:pPr>
        <w:pStyle w:val="Corpsdetexte"/>
        <w:rPr>
          <w:i/>
        </w:rPr>
      </w:pPr>
    </w:p>
    <w:tbl>
      <w:tblPr>
        <w:tblW w:w="10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6"/>
        <w:gridCol w:w="942"/>
        <w:gridCol w:w="4504"/>
      </w:tblGrid>
      <w:tr w:rsidR="006D0991" w:rsidRPr="0028511F" w14:paraId="4626EB7E" w14:textId="77777777" w:rsidTr="00142F19">
        <w:tc>
          <w:tcPr>
            <w:tcW w:w="4876" w:type="dxa"/>
            <w:shd w:val="clear" w:color="auto" w:fill="auto"/>
          </w:tcPr>
          <w:p w14:paraId="4626EB7B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626EB7C" w14:textId="77777777" w:rsidR="006D0991" w:rsidRPr="00246A1F" w:rsidRDefault="006D0991" w:rsidP="00142F19">
            <w:pPr>
              <w:pStyle w:val="Texte"/>
              <w:tabs>
                <w:tab w:val="left" w:pos="885"/>
              </w:tabs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504" w:type="dxa"/>
            <w:shd w:val="clear" w:color="auto" w:fill="auto"/>
          </w:tcPr>
          <w:p w14:paraId="4626EB7D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4626EB85" w14:textId="77777777" w:rsidTr="00142F19">
        <w:tc>
          <w:tcPr>
            <w:tcW w:w="4876" w:type="dxa"/>
            <w:shd w:val="clear" w:color="auto" w:fill="auto"/>
          </w:tcPr>
          <w:p w14:paraId="4626EB7F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4626EB80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4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7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626EB81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626EB82" w14:textId="77777777" w:rsidR="00314DF4" w:rsidRDefault="006D0991" w:rsidP="000F7D91">
            <w:pPr>
              <w:pStyle w:val="Texte"/>
              <w:spacing w:before="0"/>
              <w:jc w:val="center"/>
            </w:pPr>
            <w:r w:rsidRPr="00930296">
              <w:t>100</w:t>
            </w:r>
            <w:r>
              <w:t xml:space="preserve"> % de </w:t>
            </w:r>
            <w:r w:rsidR="00694D3E">
              <w:t>la somme</w:t>
            </w:r>
            <w:r w:rsidR="00BA5711">
              <w:t xml:space="preserve"> de</w:t>
            </w:r>
            <w:r w:rsidR="00314DF4">
              <w:t> :</w:t>
            </w:r>
          </w:p>
          <w:p w14:paraId="4626EB83" w14:textId="77777777" w:rsidR="00314DF4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</w:t>
            </w:r>
            <w:r w:rsidR="00314DF4">
              <w:t>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 w:rsidR="000F7D91">
              <w:t>et</w:t>
            </w:r>
          </w:p>
          <w:p w14:paraId="4626EB84" w14:textId="77777777" w:rsidR="006D0991" w:rsidRDefault="006D0991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 xml:space="preserve">l’abonnement GTR optionnel souscrit </w:t>
            </w:r>
          </w:p>
        </w:tc>
      </w:tr>
      <w:tr w:rsidR="006D0991" w:rsidRPr="00D917BD" w14:paraId="4626EB8C" w14:textId="77777777" w:rsidTr="00142F19">
        <w:tc>
          <w:tcPr>
            <w:tcW w:w="4876" w:type="dxa"/>
            <w:shd w:val="clear" w:color="auto" w:fill="auto"/>
          </w:tcPr>
          <w:p w14:paraId="4626EB8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</w:t>
            </w:r>
            <w:r>
              <w:t xml:space="preserve"> </w:t>
            </w:r>
          </w:p>
          <w:p w14:paraId="4626EB87" w14:textId="77777777" w:rsidR="006D0991" w:rsidRDefault="006D0991" w:rsidP="00142F19">
            <w:pPr>
              <w:pStyle w:val="Texte"/>
              <w:spacing w:before="0"/>
              <w:jc w:val="left"/>
            </w:pPr>
            <w:r w:rsidRPr="00930296">
              <w:t>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7</w:t>
            </w:r>
            <w:r>
              <w:t xml:space="preserve"> h et </w:t>
            </w:r>
            <w:r w:rsidRPr="00D97C0E">
              <w:t>inférieur ou égal</w:t>
            </w:r>
            <w:r>
              <w:t xml:space="preserve"> à </w:t>
            </w:r>
            <w:r w:rsidRPr="00930296">
              <w:t>24</w:t>
            </w:r>
            <w:r>
              <w:t xml:space="preserve">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626EB88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626EB89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2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4626EB8A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4626EB8B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  <w:tr w:rsidR="006D0991" w:rsidRPr="00D917BD" w14:paraId="4626EB92" w14:textId="77777777" w:rsidTr="00142F19">
        <w:tc>
          <w:tcPr>
            <w:tcW w:w="4876" w:type="dxa"/>
            <w:shd w:val="clear" w:color="auto" w:fill="auto"/>
          </w:tcPr>
          <w:p w14:paraId="4626EB8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 w:rsidRPr="00930296">
              <w:t>GTR S1 Accès temps de rétablissement supérieur</w:t>
            </w:r>
            <w:r>
              <w:t xml:space="preserve"> </w:t>
            </w:r>
            <w:r w:rsidRPr="00246A1F">
              <w:t xml:space="preserve">à </w:t>
            </w:r>
            <w:r w:rsidRPr="00930296">
              <w:t>24h</w:t>
            </w:r>
            <w:r w:rsidRPr="00D97C0E">
              <w:t xml:space="preserve"> 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626EB8E" w14:textId="77777777" w:rsidR="006D0991" w:rsidRPr="00443C53" w:rsidRDefault="006D0991" w:rsidP="00142F19">
            <w:pPr>
              <w:pStyle w:val="Texte"/>
              <w:spacing w:before="0"/>
              <w:jc w:val="center"/>
            </w:pPr>
            <w:r w:rsidRPr="00243F88">
              <w:t xml:space="preserve"> </w:t>
            </w:r>
            <w:r w:rsidRPr="00443C53">
              <w:t>Accès</w:t>
            </w:r>
            <w:r>
              <w:t xml:space="preserve"> </w:t>
            </w:r>
          </w:p>
        </w:tc>
        <w:tc>
          <w:tcPr>
            <w:tcW w:w="4504" w:type="dxa"/>
            <w:shd w:val="clear" w:color="auto" w:fill="auto"/>
            <w:vAlign w:val="center"/>
          </w:tcPr>
          <w:p w14:paraId="4626EB8F" w14:textId="77777777" w:rsidR="00314DF4" w:rsidRDefault="006D0991" w:rsidP="00314DF4">
            <w:pPr>
              <w:pStyle w:val="Texte"/>
              <w:spacing w:before="0"/>
              <w:jc w:val="center"/>
            </w:pPr>
            <w:r>
              <w:t>3</w:t>
            </w:r>
            <w:r w:rsidRPr="00930296">
              <w:t>00</w:t>
            </w:r>
            <w:r>
              <w:t xml:space="preserve"> % </w:t>
            </w:r>
            <w:r w:rsidR="00314DF4">
              <w:t>de la somme de :</w:t>
            </w:r>
          </w:p>
          <w:p w14:paraId="4626EB90" w14:textId="77777777" w:rsidR="00314DF4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>
              <w:t>l’abonnement mensuel de l’Accès,</w:t>
            </w:r>
            <w:r w:rsidRPr="00930296">
              <w:rPr>
                <w:rFonts w:cs="Times New Roman"/>
                <w:szCs w:val="24"/>
              </w:rPr>
              <w:t xml:space="preserve"> </w:t>
            </w:r>
            <w:r>
              <w:t>et</w:t>
            </w:r>
          </w:p>
          <w:p w14:paraId="4626EB91" w14:textId="77777777" w:rsidR="006D0991" w:rsidRDefault="00314DF4" w:rsidP="00314DF4">
            <w:pPr>
              <w:pStyle w:val="Texte"/>
              <w:numPr>
                <w:ilvl w:val="0"/>
                <w:numId w:val="22"/>
              </w:numPr>
              <w:spacing w:before="0"/>
              <w:jc w:val="center"/>
            </w:pPr>
            <w:r w:rsidRPr="00930296">
              <w:t>l’abonnement GTR optionnel souscrit</w:t>
            </w:r>
          </w:p>
        </w:tc>
      </w:tr>
    </w:tbl>
    <w:p w14:paraId="4626EB93" w14:textId="77777777" w:rsidR="006D0991" w:rsidRPr="00243F88" w:rsidRDefault="006D0991" w:rsidP="006D0991">
      <w:pPr>
        <w:ind w:left="360"/>
      </w:pPr>
      <w:r>
        <w:t>P</w:t>
      </w:r>
      <w:r w:rsidRPr="00243F88">
        <w:t>énalités payées sous réserve du respect des conditions de SAV décrites au contrat.</w:t>
      </w:r>
    </w:p>
    <w:p w14:paraId="4626EB94" w14:textId="77777777" w:rsidR="006D0991" w:rsidRDefault="006D0991" w:rsidP="006D0991"/>
    <w:p w14:paraId="4626EB95" w14:textId="77777777" w:rsidR="006D0991" w:rsidRDefault="006D0991" w:rsidP="006D0991"/>
    <w:p w14:paraId="4626EB96" w14:textId="14A513D0" w:rsidR="001A7064" w:rsidRPr="005B0B01" w:rsidRDefault="001A7064" w:rsidP="00AF0DBA">
      <w:pPr>
        <w:pStyle w:val="Titre30"/>
      </w:pPr>
      <w:r w:rsidRPr="005B0B01">
        <w:t>au titre de l’IMS</w:t>
      </w:r>
      <w:r w:rsidR="002B22EF" w:rsidRPr="005B0B01">
        <w:t xml:space="preserve"> sur l’Accès</w:t>
      </w:r>
      <w:r w:rsidRPr="005B0B01">
        <w:t xml:space="preserve"> </w:t>
      </w:r>
    </w:p>
    <w:p w14:paraId="4626EB97" w14:textId="77777777" w:rsidR="006D0991" w:rsidRPr="005C146F" w:rsidRDefault="006D0991" w:rsidP="006D0991">
      <w:pPr>
        <w:pStyle w:val="Normal3"/>
        <w:rPr>
          <w:rFonts w:ascii="Helvetica 55 Roman" w:hAnsi="Helvetica 55 Roman"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942"/>
        <w:gridCol w:w="4453"/>
      </w:tblGrid>
      <w:tr w:rsidR="006D0991" w:rsidRPr="0028511F" w14:paraId="4626EB9B" w14:textId="77777777" w:rsidTr="00142F19">
        <w:tc>
          <w:tcPr>
            <w:tcW w:w="4799" w:type="dxa"/>
            <w:shd w:val="clear" w:color="auto" w:fill="auto"/>
          </w:tcPr>
          <w:p w14:paraId="4626EB98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942" w:type="dxa"/>
            <w:shd w:val="clear" w:color="auto" w:fill="auto"/>
          </w:tcPr>
          <w:p w14:paraId="4626EB99" w14:textId="77777777" w:rsidR="006D0991" w:rsidRPr="00246A1F" w:rsidRDefault="006D0991" w:rsidP="00142F19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453" w:type="dxa"/>
            <w:shd w:val="clear" w:color="auto" w:fill="auto"/>
          </w:tcPr>
          <w:p w14:paraId="4626EB9A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6D0991" w:rsidRPr="00D917BD" w14:paraId="4626EBA0" w14:textId="77777777" w:rsidTr="00142F19">
        <w:tc>
          <w:tcPr>
            <w:tcW w:w="4799" w:type="dxa"/>
            <w:shd w:val="clear" w:color="auto" w:fill="auto"/>
          </w:tcPr>
          <w:p w14:paraId="4626EB9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626EB9D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9 h et inférieure à 15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626EB9E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626EB9F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25 % de l’abonnement mensuel de l’Accès</w:t>
            </w:r>
          </w:p>
        </w:tc>
      </w:tr>
      <w:tr w:rsidR="006D0991" w:rsidRPr="00D917BD" w14:paraId="4626EBA5" w14:textId="77777777" w:rsidTr="00142F19">
        <w:tc>
          <w:tcPr>
            <w:tcW w:w="4799" w:type="dxa"/>
            <w:shd w:val="clear" w:color="auto" w:fill="auto"/>
          </w:tcPr>
          <w:p w14:paraId="4626EBA1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626EBA2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15 h et inférieure à 17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626EBA3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626EBA4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50 % de l’abonnement mensuel de l’Accès</w:t>
            </w:r>
          </w:p>
        </w:tc>
      </w:tr>
      <w:tr w:rsidR="006D0991" w:rsidRPr="00D917BD" w14:paraId="4626EBAA" w14:textId="77777777" w:rsidTr="00142F19">
        <w:tc>
          <w:tcPr>
            <w:tcW w:w="4799" w:type="dxa"/>
            <w:shd w:val="clear" w:color="auto" w:fill="auto"/>
          </w:tcPr>
          <w:p w14:paraId="4626EBA6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626EBA7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17 h et inférieure à 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626EBA8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626EBA9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75 % de l’abonnement mensuel de l’Accès</w:t>
            </w:r>
          </w:p>
        </w:tc>
      </w:tr>
      <w:tr w:rsidR="006D0991" w:rsidRPr="00D917BD" w14:paraId="4626EBAF" w14:textId="77777777" w:rsidTr="00142F19">
        <w:tc>
          <w:tcPr>
            <w:tcW w:w="4799" w:type="dxa"/>
            <w:shd w:val="clear" w:color="auto" w:fill="auto"/>
          </w:tcPr>
          <w:p w14:paraId="4626EBAB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p</w:t>
            </w:r>
            <w:r w:rsidRPr="00246A1F">
              <w:t xml:space="preserve">énalité </w:t>
            </w:r>
            <w:r>
              <w:t xml:space="preserve">IMS 9 heures </w:t>
            </w:r>
          </w:p>
          <w:p w14:paraId="4626EBAC" w14:textId="77777777" w:rsidR="006D0991" w:rsidRDefault="006D0991" w:rsidP="00142F19">
            <w:pPr>
              <w:pStyle w:val="Texte"/>
              <w:spacing w:before="0"/>
              <w:jc w:val="left"/>
            </w:pPr>
            <w:r>
              <w:t>interruption annuelle</w:t>
            </w:r>
            <w:r w:rsidDel="00293679">
              <w:t xml:space="preserve"> </w:t>
            </w:r>
            <w:r w:rsidRPr="00246A1F">
              <w:t>supérieur</w:t>
            </w:r>
            <w:r>
              <w:t>e</w:t>
            </w:r>
            <w:r w:rsidRPr="00246A1F">
              <w:t xml:space="preserve"> </w:t>
            </w:r>
            <w:r>
              <w:t xml:space="preserve">ou égale </w:t>
            </w:r>
            <w:r w:rsidRPr="00246A1F">
              <w:t xml:space="preserve">à </w:t>
            </w:r>
            <w:r>
              <w:t>19 h</w:t>
            </w:r>
          </w:p>
        </w:tc>
        <w:tc>
          <w:tcPr>
            <w:tcW w:w="942" w:type="dxa"/>
            <w:shd w:val="clear" w:color="auto" w:fill="auto"/>
            <w:vAlign w:val="center"/>
          </w:tcPr>
          <w:p w14:paraId="4626EBAD" w14:textId="77777777" w:rsidR="006D0991" w:rsidRPr="00443C53" w:rsidRDefault="006D0991" w:rsidP="00142F19">
            <w:pPr>
              <w:jc w:val="center"/>
            </w:pPr>
            <w:r w:rsidRPr="00443C53">
              <w:t>Accès</w:t>
            </w:r>
            <w:r>
              <w:t xml:space="preserve"> </w:t>
            </w:r>
          </w:p>
        </w:tc>
        <w:tc>
          <w:tcPr>
            <w:tcW w:w="4453" w:type="dxa"/>
            <w:shd w:val="clear" w:color="auto" w:fill="auto"/>
            <w:vAlign w:val="center"/>
          </w:tcPr>
          <w:p w14:paraId="4626EBAE" w14:textId="77777777" w:rsidR="006D0991" w:rsidRDefault="006D0991" w:rsidP="00142F19">
            <w:pPr>
              <w:pStyle w:val="Texte"/>
              <w:spacing w:before="0"/>
              <w:jc w:val="center"/>
            </w:pPr>
            <w:r>
              <w:t>100 % de l’abonnement mensuel de l’Accès</w:t>
            </w:r>
          </w:p>
        </w:tc>
      </w:tr>
    </w:tbl>
    <w:p w14:paraId="4626EBB0" w14:textId="77777777" w:rsidR="006D0991" w:rsidRPr="00243F88" w:rsidRDefault="006D0991" w:rsidP="006D0991">
      <w:r>
        <w:t>P</w:t>
      </w:r>
      <w:r w:rsidRPr="00243F88">
        <w:t>énalités payées sous réserve du respect des conditions de SAV décrites au contrat.</w:t>
      </w:r>
    </w:p>
    <w:p w14:paraId="4626EBB1" w14:textId="22E817CD" w:rsidR="001A7064" w:rsidRPr="00562831" w:rsidRDefault="009550D1" w:rsidP="00AF0DBA">
      <w:pPr>
        <w:pStyle w:val="Titre2"/>
      </w:pPr>
      <w:r>
        <w:br w:type="page"/>
      </w:r>
      <w:r w:rsidR="001A7064" w:rsidRPr="00562831">
        <w:lastRenderedPageBreak/>
        <w:t xml:space="preserve">au titre du </w:t>
      </w:r>
      <w:r w:rsidR="00DA5D00" w:rsidRPr="00562831">
        <w:t>non-respect</w:t>
      </w:r>
      <w:r w:rsidR="001A7064" w:rsidRPr="00562831">
        <w:t xml:space="preserve"> </w:t>
      </w:r>
      <w:r w:rsidR="00314DF4">
        <w:t xml:space="preserve">par </w:t>
      </w:r>
      <w:r w:rsidR="00A876E6">
        <w:t>MAYENNE FIBRE</w:t>
      </w:r>
      <w:r w:rsidR="00EE0ADC">
        <w:t xml:space="preserve"> </w:t>
      </w:r>
      <w:r w:rsidR="001A7064" w:rsidRPr="00562831">
        <w:t xml:space="preserve">de la </w:t>
      </w:r>
      <w:r w:rsidR="004E32D5">
        <w:t>d</w:t>
      </w:r>
      <w:r w:rsidR="001A7064" w:rsidRPr="00562831">
        <w:t xml:space="preserve">ate de </w:t>
      </w:r>
      <w:r w:rsidR="004E32D5">
        <w:t>m</w:t>
      </w:r>
      <w:r w:rsidR="001A7064" w:rsidRPr="00562831">
        <w:t xml:space="preserve">ise à </w:t>
      </w:r>
      <w:r w:rsidR="004E32D5">
        <w:t>d</w:t>
      </w:r>
      <w:r w:rsidR="001A7064" w:rsidRPr="00562831">
        <w:t>is</w:t>
      </w:r>
      <w:r w:rsidR="001A7064">
        <w:t xml:space="preserve">position </w:t>
      </w:r>
      <w:r w:rsidR="004E32D5">
        <w:t>c</w:t>
      </w:r>
      <w:r w:rsidR="001A7064">
        <w:t xml:space="preserve">onvenue </w:t>
      </w:r>
    </w:p>
    <w:p w14:paraId="4626EBB2" w14:textId="77777777" w:rsidR="001A7064" w:rsidRPr="00562831" w:rsidRDefault="001A7064" w:rsidP="001A7064">
      <w:pPr>
        <w:pStyle w:val="Text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2160"/>
        <w:gridCol w:w="2592"/>
      </w:tblGrid>
      <w:tr w:rsidR="001A7064" w:rsidRPr="00D917BD" w14:paraId="4626EBB6" w14:textId="77777777" w:rsidTr="00D917BD">
        <w:trPr>
          <w:tblHeader/>
        </w:trPr>
        <w:tc>
          <w:tcPr>
            <w:tcW w:w="5328" w:type="dxa"/>
            <w:shd w:val="clear" w:color="auto" w:fill="auto"/>
          </w:tcPr>
          <w:p w14:paraId="4626EBB3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6E3301">
              <w:t>ibellé pénalité</w:t>
            </w:r>
          </w:p>
        </w:tc>
        <w:tc>
          <w:tcPr>
            <w:tcW w:w="2160" w:type="dxa"/>
            <w:shd w:val="clear" w:color="auto" w:fill="auto"/>
          </w:tcPr>
          <w:p w14:paraId="4626EBB4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6E3301">
              <w:t>nité</w:t>
            </w:r>
          </w:p>
        </w:tc>
        <w:tc>
          <w:tcPr>
            <w:tcW w:w="2592" w:type="dxa"/>
            <w:shd w:val="clear" w:color="auto" w:fill="auto"/>
          </w:tcPr>
          <w:p w14:paraId="4626EBB5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6E3301">
              <w:t xml:space="preserve">ontant unitaire </w:t>
            </w:r>
          </w:p>
        </w:tc>
      </w:tr>
      <w:tr w:rsidR="001A7064" w:rsidRPr="00D917BD" w14:paraId="4626EBBA" w14:textId="77777777" w:rsidTr="00D917BD">
        <w:trPr>
          <w:cantSplit/>
        </w:trPr>
        <w:tc>
          <w:tcPr>
            <w:tcW w:w="5328" w:type="dxa"/>
            <w:shd w:val="clear" w:color="auto" w:fill="auto"/>
          </w:tcPr>
          <w:p w14:paraId="4626EBB7" w14:textId="77777777" w:rsidR="001A7064" w:rsidRPr="006E3301" w:rsidRDefault="001A7064" w:rsidP="002709A2">
            <w:pPr>
              <w:pStyle w:val="Texte"/>
              <w:spacing w:before="0"/>
              <w:jc w:val="left"/>
            </w:pPr>
            <w:r>
              <w:t>p</w:t>
            </w:r>
            <w:r w:rsidRPr="006E3301">
              <w:t xml:space="preserve">énalité </w:t>
            </w:r>
            <w:r>
              <w:t xml:space="preserve">pour </w:t>
            </w:r>
            <w:r w:rsidR="000E79C9">
              <w:t>non-</w:t>
            </w:r>
            <w:r w:rsidRPr="006E3301">
              <w:t>respect date de mise à disposition convenue</w:t>
            </w:r>
            <w:r>
              <w:t xml:space="preserve"> de l’Accès </w:t>
            </w:r>
            <w:r w:rsidRPr="006E3301">
              <w:t xml:space="preserve">du fait </w:t>
            </w:r>
            <w:r w:rsidR="005749EC">
              <w:t xml:space="preserve">de </w:t>
            </w:r>
            <w:r w:rsidR="00A876E6">
              <w:t>MAYENNE FIBRE</w:t>
            </w:r>
          </w:p>
        </w:tc>
        <w:tc>
          <w:tcPr>
            <w:tcW w:w="2160" w:type="dxa"/>
            <w:shd w:val="clear" w:color="auto" w:fill="auto"/>
          </w:tcPr>
          <w:p w14:paraId="4626EBB8" w14:textId="77777777" w:rsidR="001A7064" w:rsidRPr="006E3301" w:rsidRDefault="001A7064" w:rsidP="00D917BD">
            <w:pPr>
              <w:pStyle w:val="Texte"/>
              <w:spacing w:before="0"/>
              <w:jc w:val="center"/>
            </w:pPr>
            <w:r>
              <w:t>j</w:t>
            </w:r>
            <w:r w:rsidRPr="006E3301">
              <w:t>our</w:t>
            </w:r>
          </w:p>
        </w:tc>
        <w:tc>
          <w:tcPr>
            <w:tcW w:w="2592" w:type="dxa"/>
            <w:shd w:val="clear" w:color="auto" w:fill="auto"/>
            <w:vAlign w:val="center"/>
          </w:tcPr>
          <w:p w14:paraId="4626EBB9" w14:textId="77777777" w:rsidR="001A7064" w:rsidRPr="006E3301" w:rsidRDefault="00D97C0E" w:rsidP="006E7827">
            <w:pPr>
              <w:pStyle w:val="Texte"/>
              <w:spacing w:before="0"/>
              <w:jc w:val="center"/>
            </w:pPr>
            <w:r w:rsidRPr="00CA6592">
              <w:t>5</w:t>
            </w:r>
            <w:r w:rsidR="001A7064" w:rsidRPr="00CA6592">
              <w:t>%</w:t>
            </w:r>
            <w:r w:rsidR="001A7064">
              <w:t xml:space="preserve"> de l’abonnement mensuel de l’Accès</w:t>
            </w:r>
            <w:r w:rsidR="00987673">
              <w:t xml:space="preserve"> </w:t>
            </w:r>
            <w:r w:rsidR="00987673" w:rsidRPr="00D917BD">
              <w:rPr>
                <w:vertAlign w:val="superscript"/>
              </w:rPr>
              <w:t>(1)</w:t>
            </w:r>
          </w:p>
        </w:tc>
      </w:tr>
    </w:tbl>
    <w:p w14:paraId="4626EBBB" w14:textId="77777777" w:rsidR="001A7064" w:rsidRPr="00987673" w:rsidRDefault="00987673" w:rsidP="00987673">
      <w:r w:rsidRPr="00987673">
        <w:rPr>
          <w:vertAlign w:val="superscript"/>
        </w:rPr>
        <w:t>(1)</w:t>
      </w:r>
      <w:r w:rsidRPr="00987673">
        <w:t xml:space="preserve"> montant de pénalité plafonné à un montant équivalent au prix HT de</w:t>
      </w:r>
      <w:r w:rsidR="00B564D3">
        <w:t xml:space="preserve"> </w:t>
      </w:r>
      <w:r w:rsidR="00E514E0">
        <w:t xml:space="preserve">six </w:t>
      </w:r>
      <w:r w:rsidR="00B564D3">
        <w:t>mois d’</w:t>
      </w:r>
      <w:r w:rsidRPr="00987673">
        <w:t xml:space="preserve">abonnement mensuel </w:t>
      </w:r>
      <w:r>
        <w:t xml:space="preserve">de </w:t>
      </w:r>
      <w:r w:rsidR="005A167F">
        <w:t>l’Accès</w:t>
      </w:r>
      <w:r>
        <w:t xml:space="preserve"> concerné</w:t>
      </w:r>
      <w:r w:rsidR="00540175">
        <w:t>. La pénalité est calculée sur une assiette incluant l’abonnement de l’Accès</w:t>
      </w:r>
      <w:r w:rsidR="008B6F10">
        <w:t xml:space="preserve"> hors options</w:t>
      </w:r>
      <w:r w:rsidR="00540175">
        <w:t>.</w:t>
      </w:r>
    </w:p>
    <w:p w14:paraId="4626EBBC" w14:textId="77777777" w:rsidR="00DA5D00" w:rsidRDefault="00DA5D00" w:rsidP="005A167F"/>
    <w:p w14:paraId="4626EBBD" w14:textId="77777777" w:rsidR="00DA5D00" w:rsidRPr="00246A1F" w:rsidRDefault="00DA5D00" w:rsidP="00DA5D00">
      <w:pPr>
        <w:ind w:left="360"/>
      </w:pPr>
      <w:r>
        <w:t xml:space="preserve"> </w:t>
      </w:r>
    </w:p>
    <w:p w14:paraId="4626EBBE" w14:textId="6BBBE90A" w:rsidR="004E4EA8" w:rsidRPr="00686ACA" w:rsidRDefault="004E4EA8" w:rsidP="00AF0DBA">
      <w:pPr>
        <w:pStyle w:val="Titre2"/>
      </w:pPr>
      <w:r w:rsidRPr="00686ACA">
        <w:t>au</w:t>
      </w:r>
      <w:r w:rsidR="00EB4DAE">
        <w:t xml:space="preserve"> </w:t>
      </w:r>
      <w:r w:rsidRPr="00686ACA">
        <w:t xml:space="preserve">titre du traitement des tickets de signalisation </w:t>
      </w:r>
    </w:p>
    <w:p w14:paraId="4626EBBF" w14:textId="77777777" w:rsidR="004E4EA8" w:rsidRPr="00A35D0A" w:rsidRDefault="004E4EA8" w:rsidP="004E4EA8">
      <w:pPr>
        <w:suppressAutoHyphens/>
        <w:rPr>
          <w:rFonts w:ascii="Times New Roman" w:hAnsi="Times New Roman"/>
          <w:sz w:val="24"/>
          <w:szCs w:val="20"/>
        </w:rPr>
      </w:pPr>
    </w:p>
    <w:tbl>
      <w:tblPr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4132"/>
        <w:gridCol w:w="2079"/>
      </w:tblGrid>
      <w:tr w:rsidR="004E4EA8" w:rsidRPr="00A35D0A" w14:paraId="4626EBC3" w14:textId="77777777" w:rsidTr="00485189">
        <w:trPr>
          <w:tblHeader/>
        </w:trPr>
        <w:tc>
          <w:tcPr>
            <w:tcW w:w="4219" w:type="dxa"/>
            <w:shd w:val="clear" w:color="auto" w:fill="auto"/>
          </w:tcPr>
          <w:p w14:paraId="4626EBC0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4132" w:type="dxa"/>
            <w:shd w:val="clear" w:color="auto" w:fill="auto"/>
          </w:tcPr>
          <w:p w14:paraId="4626EBC1" w14:textId="77777777" w:rsidR="004E4EA8" w:rsidRPr="00A35D0A" w:rsidRDefault="00343246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</w:t>
            </w:r>
            <w:r w:rsidR="004E4EA8" w:rsidRPr="00A35D0A">
              <w:rPr>
                <w:rFonts w:cs="Arial"/>
                <w:szCs w:val="20"/>
              </w:rPr>
              <w:t>nité</w:t>
            </w:r>
          </w:p>
        </w:tc>
        <w:tc>
          <w:tcPr>
            <w:tcW w:w="2079" w:type="dxa"/>
            <w:shd w:val="clear" w:color="auto" w:fill="auto"/>
          </w:tcPr>
          <w:p w14:paraId="4626EBC2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A35D0A" w14:paraId="4626EBC7" w14:textId="77777777" w:rsidTr="00485189">
        <w:trPr>
          <w:cantSplit/>
        </w:trPr>
        <w:tc>
          <w:tcPr>
            <w:tcW w:w="4219" w:type="dxa"/>
            <w:shd w:val="clear" w:color="auto" w:fill="auto"/>
          </w:tcPr>
          <w:p w14:paraId="4626EBC4" w14:textId="77777777" w:rsidR="004E4EA8" w:rsidRPr="00A35D0A" w:rsidRDefault="004E4EA8" w:rsidP="00D631E0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 xml:space="preserve">Interruption de service de responsabilité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A876E6">
              <w:rPr>
                <w:rFonts w:cs="Arial"/>
                <w:szCs w:val="20"/>
              </w:rPr>
              <w:t>MAYENNE FIBRE</w:t>
            </w:r>
            <w:r w:rsidR="00EE0ADC">
              <w:rPr>
                <w:rFonts w:cs="Arial"/>
                <w:szCs w:val="20"/>
              </w:rPr>
              <w:t xml:space="preserve"> </w:t>
            </w:r>
            <w:r w:rsidRPr="00A35D0A">
              <w:rPr>
                <w:rFonts w:cs="Arial"/>
                <w:szCs w:val="20"/>
              </w:rPr>
              <w:t>précédemment qualifiée à tort en responsabilité Opérateur</w:t>
            </w:r>
          </w:p>
        </w:tc>
        <w:tc>
          <w:tcPr>
            <w:tcW w:w="4132" w:type="dxa"/>
            <w:shd w:val="clear" w:color="auto" w:fill="auto"/>
          </w:tcPr>
          <w:p w14:paraId="4626EBC5" w14:textId="77777777" w:rsidR="004E4EA8" w:rsidRPr="00A35D0A" w:rsidRDefault="004E4EA8" w:rsidP="000F1924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A35D0A">
              <w:rPr>
                <w:rFonts w:cs="Arial"/>
                <w:szCs w:val="20"/>
              </w:rPr>
              <w:t>Signalisation de service interrompu clôturée à tort en défaut de responsabilité Opérateur</w:t>
            </w:r>
          </w:p>
        </w:tc>
        <w:tc>
          <w:tcPr>
            <w:tcW w:w="2079" w:type="dxa"/>
            <w:shd w:val="clear" w:color="auto" w:fill="auto"/>
          </w:tcPr>
          <w:p w14:paraId="4626EBC6" w14:textId="77777777" w:rsidR="004E4EA8" w:rsidRPr="00A35D0A" w:rsidRDefault="006806C9" w:rsidP="00485189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250</w:t>
            </w:r>
          </w:p>
        </w:tc>
      </w:tr>
    </w:tbl>
    <w:p w14:paraId="4626EBC8" w14:textId="77777777" w:rsidR="0004645F" w:rsidRDefault="0004645F" w:rsidP="00EB4DAE"/>
    <w:p w14:paraId="4626EBC9" w14:textId="77777777" w:rsidR="0004645F" w:rsidRPr="00987673" w:rsidRDefault="0004645F" w:rsidP="00987673"/>
    <w:p w14:paraId="4626EBCA" w14:textId="77777777" w:rsidR="001A7064" w:rsidRPr="00246A1F" w:rsidRDefault="001A7064" w:rsidP="001A7064"/>
    <w:p w14:paraId="4626EBCB" w14:textId="7CE2173B" w:rsidR="001A7064" w:rsidRPr="00997DB2" w:rsidRDefault="009D5251" w:rsidP="00673954">
      <w:pPr>
        <w:pStyle w:val="Titre"/>
      </w:pPr>
      <w:r>
        <w:t xml:space="preserve"> </w:t>
      </w:r>
      <w:r w:rsidR="001A7064" w:rsidRPr="00997DB2">
        <w:t>pénalités pouvant être dues par l’Opérateur</w:t>
      </w:r>
    </w:p>
    <w:p w14:paraId="24A68960" w14:textId="77777777" w:rsidR="00AF0DBA" w:rsidRPr="00AF0DBA" w:rsidRDefault="00AF0DBA" w:rsidP="00AF0DBA">
      <w:pPr>
        <w:pStyle w:val="Paragraphedeliste"/>
        <w:keepNext/>
        <w:numPr>
          <w:ilvl w:val="0"/>
          <w:numId w:val="1"/>
        </w:numPr>
        <w:spacing w:before="1080"/>
        <w:contextualSpacing w:val="0"/>
        <w:outlineLvl w:val="0"/>
        <w:rPr>
          <w:rFonts w:ascii="Arial" w:hAnsi="Arial" w:cs="Arial"/>
          <w:bCs/>
          <w:vanish/>
          <w:color w:val="FF6600"/>
          <w:kern w:val="32"/>
          <w:sz w:val="36"/>
          <w:szCs w:val="32"/>
        </w:rPr>
      </w:pPr>
    </w:p>
    <w:p w14:paraId="4626EBCD" w14:textId="7E7F71C6" w:rsidR="001A7064" w:rsidRPr="00143B5F" w:rsidRDefault="001A7064" w:rsidP="00AF0DBA">
      <w:pPr>
        <w:pStyle w:val="Titre2"/>
      </w:pPr>
      <w:r w:rsidRPr="00143B5F">
        <w:t>au titre des résiliations anticipées</w:t>
      </w:r>
      <w:r>
        <w:t xml:space="preserve"> pendant la période minimale</w:t>
      </w:r>
      <w:r w:rsidRPr="00143B5F">
        <w:t xml:space="preserve"> </w:t>
      </w:r>
    </w:p>
    <w:p w14:paraId="4626EBCE" w14:textId="77777777" w:rsidR="001A7064" w:rsidRDefault="001A7064" w:rsidP="001A7064">
      <w:pPr>
        <w:pStyle w:val="Corpsdetexte"/>
      </w:pPr>
    </w:p>
    <w:p w14:paraId="4626EBCF" w14:textId="77777777" w:rsidR="001A7064" w:rsidRPr="0028511F" w:rsidRDefault="001A7064" w:rsidP="001A7064">
      <w:pPr>
        <w:pStyle w:val="Corpsdetexte"/>
      </w:pPr>
      <w:r>
        <w:t xml:space="preserve">Ces pénalités sont versées par l’Opérateur en compensation du préjudice subi </w:t>
      </w:r>
      <w:r w:rsidR="00314DF4">
        <w:t xml:space="preserve">par </w:t>
      </w:r>
      <w:r w:rsidR="00A876E6">
        <w:t>MAYENNE FIBRE</w:t>
      </w:r>
      <w:r w:rsidR="00EE0ADC">
        <w:t xml:space="preserve"> </w:t>
      </w:r>
      <w:r>
        <w:t>suite à la résiliation.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440"/>
        <w:gridCol w:w="4032"/>
      </w:tblGrid>
      <w:tr w:rsidR="001A7064" w:rsidRPr="00D917BD" w14:paraId="4626EBD3" w14:textId="77777777" w:rsidTr="00D917BD">
        <w:tc>
          <w:tcPr>
            <w:tcW w:w="4608" w:type="dxa"/>
            <w:shd w:val="clear" w:color="auto" w:fill="auto"/>
          </w:tcPr>
          <w:p w14:paraId="4626EBD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440" w:type="dxa"/>
            <w:shd w:val="clear" w:color="auto" w:fill="auto"/>
          </w:tcPr>
          <w:p w14:paraId="4626EBD1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4032" w:type="dxa"/>
            <w:shd w:val="clear" w:color="auto" w:fill="auto"/>
          </w:tcPr>
          <w:p w14:paraId="4626EBD2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 xml:space="preserve">ontant unitaire </w:t>
            </w:r>
          </w:p>
        </w:tc>
      </w:tr>
      <w:tr w:rsidR="001A7064" w:rsidRPr="000C2468" w14:paraId="4626EBD7" w14:textId="77777777" w:rsidTr="00D917BD">
        <w:tc>
          <w:tcPr>
            <w:tcW w:w="4608" w:type="dxa"/>
            <w:shd w:val="clear" w:color="auto" w:fill="auto"/>
          </w:tcPr>
          <w:p w14:paraId="4626EBD4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440" w:type="dxa"/>
            <w:shd w:val="clear" w:color="auto" w:fill="auto"/>
          </w:tcPr>
          <w:p w14:paraId="4626EBD5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626EBD6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 xml:space="preserve">% </w:t>
            </w:r>
            <w:r w:rsidRPr="000C2468">
              <w:t xml:space="preserve">du </w:t>
            </w:r>
            <w:r w:rsidRPr="00222E64">
              <w:t xml:space="preserve">montant </w:t>
            </w:r>
            <w:r w:rsidRPr="000C2468">
              <w:t>de l’abonnement mensuel d</w:t>
            </w:r>
            <w:r>
              <w:t xml:space="preserve">e l’Accès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  <w:tr w:rsidR="001A7064" w:rsidRPr="00D917BD" w14:paraId="4626EBDB" w14:textId="77777777" w:rsidTr="00D917BD">
        <w:tc>
          <w:tcPr>
            <w:tcW w:w="4608" w:type="dxa"/>
            <w:shd w:val="clear" w:color="auto" w:fill="auto"/>
          </w:tcPr>
          <w:p w14:paraId="4626EBD8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>résiliation avant la fin de la durée minimale</w:t>
            </w:r>
            <w:r w:rsidRPr="000C2468" w:rsidDel="00A54C8C">
              <w:t xml:space="preserve"> </w:t>
            </w:r>
            <w:r>
              <w:t>d’une</w:t>
            </w:r>
            <w:r w:rsidRPr="000C2468">
              <w:t xml:space="preserve"> option</w:t>
            </w:r>
          </w:p>
        </w:tc>
        <w:tc>
          <w:tcPr>
            <w:tcW w:w="1440" w:type="dxa"/>
            <w:shd w:val="clear" w:color="auto" w:fill="auto"/>
          </w:tcPr>
          <w:p w14:paraId="4626EBD9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4032" w:type="dxa"/>
            <w:shd w:val="clear" w:color="auto" w:fill="auto"/>
            <w:vAlign w:val="center"/>
          </w:tcPr>
          <w:p w14:paraId="4626EBDA" w14:textId="77777777" w:rsidR="001A7064" w:rsidRPr="000C2468" w:rsidRDefault="001A7064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 w:rsidR="00511779">
              <w:t xml:space="preserve">75 </w:t>
            </w:r>
            <w:r>
              <w:t>%</w:t>
            </w:r>
            <w:r w:rsidRPr="000C2468">
              <w:t xml:space="preserve"> du montant de l’abonnement mensuel </w:t>
            </w:r>
            <w:r>
              <w:t xml:space="preserve">de l’option </w:t>
            </w:r>
            <w:r w:rsidRPr="000C2468">
              <w:t xml:space="preserve">jusqu’à </w:t>
            </w:r>
            <w:r>
              <w:t>expiration de sa durée minimale</w:t>
            </w:r>
          </w:p>
        </w:tc>
      </w:tr>
    </w:tbl>
    <w:p w14:paraId="4626EBDC" w14:textId="77777777" w:rsidR="00E514E0" w:rsidRPr="00E735CF" w:rsidRDefault="00E514E0" w:rsidP="001A7064">
      <w:pPr>
        <w:pStyle w:val="Texte"/>
      </w:pPr>
    </w:p>
    <w:p w14:paraId="4626EBDD" w14:textId="7A3CC7AA" w:rsidR="001A7064" w:rsidRDefault="001A7064" w:rsidP="00AF0DBA">
      <w:pPr>
        <w:pStyle w:val="Titre2"/>
      </w:pPr>
      <w:r w:rsidRPr="00143B5F">
        <w:t>au titre des résiliations anticipées</w:t>
      </w:r>
      <w:r>
        <w:t xml:space="preserve"> avant la date de mise </w:t>
      </w:r>
      <w:r w:rsidR="007A6598">
        <w:t>à</w:t>
      </w:r>
      <w:r w:rsidR="001B3702">
        <w:t xml:space="preserve"> disposition</w:t>
      </w:r>
      <w:r>
        <w:t xml:space="preserve"> </w:t>
      </w:r>
    </w:p>
    <w:tbl>
      <w:tblPr>
        <w:tblpPr w:leftFromText="141" w:rightFromText="141" w:vertAnchor="text" w:horzAnchor="margin" w:tblpY="2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1800"/>
        <w:gridCol w:w="3672"/>
      </w:tblGrid>
      <w:tr w:rsidR="001A7064" w:rsidRPr="00246A1F" w14:paraId="4626EBE1" w14:textId="77777777" w:rsidTr="00D917BD">
        <w:tc>
          <w:tcPr>
            <w:tcW w:w="4608" w:type="dxa"/>
            <w:shd w:val="clear" w:color="auto" w:fill="auto"/>
          </w:tcPr>
          <w:p w14:paraId="4626EBDE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l</w:t>
            </w:r>
            <w:r w:rsidRPr="00246A1F">
              <w:t>ibellé pénalité</w:t>
            </w:r>
          </w:p>
        </w:tc>
        <w:tc>
          <w:tcPr>
            <w:tcW w:w="1800" w:type="dxa"/>
            <w:shd w:val="clear" w:color="auto" w:fill="auto"/>
          </w:tcPr>
          <w:p w14:paraId="4626EBDF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u</w:t>
            </w:r>
            <w:r w:rsidRPr="00246A1F">
              <w:t>nité</w:t>
            </w:r>
          </w:p>
        </w:tc>
        <w:tc>
          <w:tcPr>
            <w:tcW w:w="3672" w:type="dxa"/>
            <w:shd w:val="clear" w:color="auto" w:fill="auto"/>
          </w:tcPr>
          <w:p w14:paraId="4626EBE0" w14:textId="77777777" w:rsidR="001A7064" w:rsidRPr="00246A1F" w:rsidRDefault="001A7064" w:rsidP="00D917BD">
            <w:pPr>
              <w:pStyle w:val="Texte"/>
              <w:spacing w:before="0"/>
              <w:jc w:val="center"/>
            </w:pPr>
            <w:r>
              <w:t>m</w:t>
            </w:r>
            <w:r w:rsidRPr="00246A1F">
              <w:t>ontant unitaire</w:t>
            </w:r>
          </w:p>
        </w:tc>
      </w:tr>
      <w:tr w:rsidR="001A7064" w:rsidRPr="000C2468" w14:paraId="4626EBE5" w14:textId="77777777" w:rsidTr="00D917BD">
        <w:tc>
          <w:tcPr>
            <w:tcW w:w="4608" w:type="dxa"/>
            <w:shd w:val="clear" w:color="auto" w:fill="auto"/>
            <w:vAlign w:val="center"/>
          </w:tcPr>
          <w:p w14:paraId="4626EBE2" w14:textId="77777777" w:rsidR="001A7064" w:rsidRPr="000C2468" w:rsidRDefault="001A7064" w:rsidP="00D917BD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avant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</w:p>
        </w:tc>
        <w:tc>
          <w:tcPr>
            <w:tcW w:w="1800" w:type="dxa"/>
            <w:shd w:val="clear" w:color="auto" w:fill="auto"/>
          </w:tcPr>
          <w:p w14:paraId="4626EBE3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4626EBE4" w14:textId="77777777" w:rsidR="001A7064" w:rsidRPr="000C2468" w:rsidRDefault="00C41769" w:rsidP="006E7827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50 %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</w:p>
        </w:tc>
      </w:tr>
      <w:tr w:rsidR="001A7064" w:rsidRPr="000C2468" w14:paraId="4626EBE9" w14:textId="77777777" w:rsidTr="00D917BD">
        <w:tc>
          <w:tcPr>
            <w:tcW w:w="4608" w:type="dxa"/>
            <w:shd w:val="clear" w:color="auto" w:fill="auto"/>
            <w:vAlign w:val="center"/>
          </w:tcPr>
          <w:p w14:paraId="4626EBE6" w14:textId="77777777" w:rsidR="001A7064" w:rsidRPr="000C2468" w:rsidRDefault="001A7064" w:rsidP="005A167F">
            <w:pPr>
              <w:pStyle w:val="Texte"/>
              <w:spacing w:before="0"/>
              <w:jc w:val="left"/>
            </w:pPr>
            <w:r>
              <w:t>p</w:t>
            </w:r>
            <w:r w:rsidRPr="000C2468">
              <w:t xml:space="preserve">énalité </w:t>
            </w:r>
            <w:r>
              <w:t xml:space="preserve">pour </w:t>
            </w:r>
            <w:r w:rsidRPr="000C2468">
              <w:t xml:space="preserve">résiliation </w:t>
            </w:r>
            <w:r>
              <w:t>après</w:t>
            </w:r>
            <w:r w:rsidRPr="000C2468">
              <w:t xml:space="preserve"> la </w:t>
            </w:r>
            <w:r>
              <w:t>notification de la date de mise à disposition</w:t>
            </w:r>
            <w:r w:rsidRPr="000C2468" w:rsidDel="00A54C8C">
              <w:t xml:space="preserve"> </w:t>
            </w:r>
            <w:r>
              <w:t>de l’Accès</w:t>
            </w:r>
            <w:r w:rsidR="005068AA">
              <w:t xml:space="preserve"> </w:t>
            </w:r>
          </w:p>
        </w:tc>
        <w:tc>
          <w:tcPr>
            <w:tcW w:w="1800" w:type="dxa"/>
            <w:shd w:val="clear" w:color="auto" w:fill="auto"/>
          </w:tcPr>
          <w:p w14:paraId="4626EBE7" w14:textId="77777777" w:rsidR="001A7064" w:rsidRPr="000C2468" w:rsidRDefault="001A7064" w:rsidP="00D917BD">
            <w:pPr>
              <w:pStyle w:val="Texte"/>
              <w:spacing w:before="0"/>
              <w:jc w:val="center"/>
            </w:pPr>
            <w:r w:rsidRPr="000C2468">
              <w:t>résiliation</w:t>
            </w:r>
          </w:p>
        </w:tc>
        <w:tc>
          <w:tcPr>
            <w:tcW w:w="3672" w:type="dxa"/>
            <w:shd w:val="clear" w:color="auto" w:fill="auto"/>
            <w:vAlign w:val="center"/>
          </w:tcPr>
          <w:p w14:paraId="4626EBE8" w14:textId="77777777" w:rsidR="001A7064" w:rsidRPr="000C2468" w:rsidRDefault="001A7064" w:rsidP="00FC531B">
            <w:pPr>
              <w:pStyle w:val="Texte"/>
              <w:spacing w:before="0"/>
              <w:jc w:val="center"/>
            </w:pPr>
            <w:r>
              <w:t>m</w:t>
            </w:r>
            <w:r w:rsidRPr="000C2468">
              <w:t xml:space="preserve">ontant équivalent à </w:t>
            </w:r>
            <w:r>
              <w:t>100 %</w:t>
            </w:r>
            <w:r w:rsidRPr="000C2468">
              <w:t xml:space="preserve"> du montant</w:t>
            </w:r>
            <w:r w:rsidR="00FE552E">
              <w:t xml:space="preserve"> </w:t>
            </w:r>
            <w:r>
              <w:t>des MES de l’Accès</w:t>
            </w:r>
            <w:r w:rsidR="00511779">
              <w:t xml:space="preserve"> plus 3 mois d’abonnement mensuel de l’Accès </w:t>
            </w:r>
          </w:p>
        </w:tc>
      </w:tr>
    </w:tbl>
    <w:p w14:paraId="4626EBEA" w14:textId="77777777" w:rsidR="00511779" w:rsidRDefault="00511779" w:rsidP="005B0B01">
      <w:pPr>
        <w:spacing w:before="120"/>
        <w:jc w:val="both"/>
        <w:rPr>
          <w:rFonts w:cs="Arial"/>
          <w:sz w:val="28"/>
          <w:szCs w:val="28"/>
        </w:rPr>
      </w:pPr>
      <w:bookmarkStart w:id="11" w:name="_Toc246902764"/>
      <w:bookmarkEnd w:id="10"/>
      <w:bookmarkEnd w:id="11"/>
    </w:p>
    <w:p w14:paraId="4626EBEB" w14:textId="77777777" w:rsidR="00B707F2" w:rsidRPr="00511779" w:rsidRDefault="00B707F2" w:rsidP="005B0B01">
      <w:pPr>
        <w:spacing w:before="120"/>
        <w:jc w:val="both"/>
        <w:rPr>
          <w:rFonts w:cs="Arial"/>
          <w:sz w:val="28"/>
          <w:szCs w:val="28"/>
        </w:rPr>
      </w:pPr>
    </w:p>
    <w:p w14:paraId="4626EBEC" w14:textId="1984B403" w:rsidR="004E4EA8" w:rsidRPr="004E4EA8" w:rsidRDefault="004E4EA8" w:rsidP="00AF0DBA">
      <w:pPr>
        <w:pStyle w:val="Titre2"/>
        <w:rPr>
          <w:sz w:val="24"/>
          <w:szCs w:val="26"/>
        </w:rPr>
      </w:pPr>
      <w:r w:rsidRPr="00686ACA">
        <w:t>au titre d’une commande non conforme</w:t>
      </w:r>
    </w:p>
    <w:p w14:paraId="4626EBED" w14:textId="77777777" w:rsidR="004E4EA8" w:rsidRPr="004E4EA8" w:rsidRDefault="004E4EA8" w:rsidP="004E4EA8">
      <w:pPr>
        <w:keepNext/>
        <w:spacing w:before="240"/>
        <w:outlineLvl w:val="2"/>
        <w:rPr>
          <w:rFonts w:cs="Arial"/>
          <w:bCs/>
          <w:sz w:val="24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3261"/>
        <w:gridCol w:w="1968"/>
      </w:tblGrid>
      <w:tr w:rsidR="004E4EA8" w:rsidRPr="004E4EA8" w14:paraId="4626EBF1" w14:textId="77777777" w:rsidTr="00314DF4">
        <w:tc>
          <w:tcPr>
            <w:tcW w:w="4077" w:type="dxa"/>
            <w:shd w:val="clear" w:color="auto" w:fill="auto"/>
          </w:tcPr>
          <w:p w14:paraId="4626EBEE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Libellé pénalité</w:t>
            </w:r>
          </w:p>
        </w:tc>
        <w:tc>
          <w:tcPr>
            <w:tcW w:w="3261" w:type="dxa"/>
            <w:shd w:val="clear" w:color="auto" w:fill="auto"/>
          </w:tcPr>
          <w:p w14:paraId="4626EBEF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Unité</w:t>
            </w:r>
          </w:p>
        </w:tc>
        <w:tc>
          <w:tcPr>
            <w:tcW w:w="1968" w:type="dxa"/>
            <w:shd w:val="clear" w:color="auto" w:fill="auto"/>
          </w:tcPr>
          <w:p w14:paraId="4626EBF0" w14:textId="77777777" w:rsidR="004E4EA8" w:rsidRPr="004E4EA8" w:rsidRDefault="004E4EA8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Montant unitaire </w:t>
            </w:r>
          </w:p>
        </w:tc>
      </w:tr>
      <w:tr w:rsidR="004E4EA8" w:rsidRPr="004E4EA8" w14:paraId="4626EBF5" w14:textId="77777777" w:rsidTr="00314DF4">
        <w:tc>
          <w:tcPr>
            <w:tcW w:w="4077" w:type="dxa"/>
            <w:shd w:val="clear" w:color="auto" w:fill="auto"/>
          </w:tcPr>
          <w:p w14:paraId="4626EBF2" w14:textId="77777777" w:rsidR="004E4EA8" w:rsidRPr="004E4EA8" w:rsidRDefault="004E4EA8" w:rsidP="002709A2">
            <w:pPr>
              <w:tabs>
                <w:tab w:val="left" w:pos="284"/>
              </w:tabs>
              <w:spacing w:before="120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 xml:space="preserve">Commande non conforme : adresse non conforme avec la base adresse </w:t>
            </w:r>
            <w:r w:rsidR="005749EC">
              <w:rPr>
                <w:rFonts w:cs="Arial"/>
                <w:szCs w:val="20"/>
              </w:rPr>
              <w:t xml:space="preserve">de </w:t>
            </w:r>
            <w:r w:rsidR="00A876E6">
              <w:rPr>
                <w:rFonts w:cs="Arial"/>
                <w:szCs w:val="20"/>
              </w:rPr>
              <w:t>MAYENNE FIBRE</w:t>
            </w:r>
            <w:r w:rsidRPr="00CA6592">
              <w:rPr>
                <w:rFonts w:cs="Arial"/>
                <w:szCs w:val="20"/>
              </w:rPr>
              <w:t>,</w:t>
            </w:r>
            <w:r w:rsidRPr="004E4EA8">
              <w:rPr>
                <w:rFonts w:cs="Arial"/>
                <w:szCs w:val="20"/>
              </w:rPr>
              <w:t xml:space="preserve"> interlocuteur site mal ou non renseigné, utilisation du mauvais bon de commande ou choix de prestation erroné</w:t>
            </w:r>
          </w:p>
        </w:tc>
        <w:tc>
          <w:tcPr>
            <w:tcW w:w="3261" w:type="dxa"/>
            <w:shd w:val="clear" w:color="auto" w:fill="auto"/>
          </w:tcPr>
          <w:p w14:paraId="4626EBF3" w14:textId="77777777" w:rsidR="004E4EA8" w:rsidRPr="004E4EA8" w:rsidRDefault="00686ACA" w:rsidP="004E4EA8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Mise en conformité de </w:t>
            </w:r>
            <w:r w:rsidR="004E4EA8" w:rsidRPr="004E4EA8">
              <w:rPr>
                <w:rFonts w:cs="Arial"/>
                <w:szCs w:val="20"/>
              </w:rPr>
              <w:t xml:space="preserve">Commande </w:t>
            </w:r>
            <w:r>
              <w:rPr>
                <w:rFonts w:cs="Arial"/>
                <w:szCs w:val="20"/>
              </w:rPr>
              <w:t xml:space="preserve">ou Commande </w:t>
            </w:r>
            <w:r w:rsidR="004E4EA8" w:rsidRPr="004E4EA8">
              <w:rPr>
                <w:rFonts w:cs="Arial"/>
                <w:szCs w:val="20"/>
              </w:rPr>
              <w:t>rejetée</w:t>
            </w:r>
          </w:p>
        </w:tc>
        <w:tc>
          <w:tcPr>
            <w:tcW w:w="1968" w:type="dxa"/>
            <w:shd w:val="clear" w:color="auto" w:fill="auto"/>
          </w:tcPr>
          <w:p w14:paraId="4626EBF4" w14:textId="77777777" w:rsidR="004E4EA8" w:rsidRPr="004E4EA8" w:rsidRDefault="004E4EA8" w:rsidP="00314DF4">
            <w:pPr>
              <w:tabs>
                <w:tab w:val="left" w:pos="284"/>
              </w:tabs>
              <w:spacing w:before="120"/>
              <w:jc w:val="center"/>
              <w:rPr>
                <w:rFonts w:cs="Arial"/>
                <w:szCs w:val="20"/>
              </w:rPr>
            </w:pPr>
            <w:r w:rsidRPr="004E4EA8">
              <w:rPr>
                <w:rFonts w:cs="Arial"/>
                <w:szCs w:val="20"/>
              </w:rPr>
              <w:t>41</w:t>
            </w:r>
          </w:p>
        </w:tc>
      </w:tr>
    </w:tbl>
    <w:p w14:paraId="4626EBF6" w14:textId="77777777" w:rsidR="004E4EA8" w:rsidRDefault="004E4EA8" w:rsidP="004E4EA8">
      <w:pPr>
        <w:spacing w:before="120"/>
        <w:jc w:val="both"/>
        <w:rPr>
          <w:rFonts w:cs="Arial"/>
          <w:szCs w:val="20"/>
        </w:rPr>
      </w:pPr>
    </w:p>
    <w:sectPr w:rsidR="004E4EA8" w:rsidSect="003869A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3" w:right="1021" w:bottom="1418" w:left="907" w:header="68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6EBFA" w14:textId="77777777" w:rsidR="00393F18" w:rsidRDefault="00393F18">
      <w:pPr>
        <w:pStyle w:val="Pieddepage"/>
      </w:pPr>
      <w:r>
        <w:separator/>
      </w:r>
    </w:p>
  </w:endnote>
  <w:endnote w:type="continuationSeparator" w:id="0">
    <w:p w14:paraId="4626EBFB" w14:textId="77777777" w:rsidR="00393F18" w:rsidRDefault="00393F18">
      <w:pPr>
        <w:pStyle w:val="Pieddepage"/>
      </w:pPr>
      <w:r>
        <w:continuationSeparator/>
      </w:r>
    </w:p>
  </w:endnote>
  <w:endnote w:type="continuationNotice" w:id="1">
    <w:p w14:paraId="4626EBFC" w14:textId="77777777" w:rsidR="00393F18" w:rsidRDefault="00393F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55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EBFF" w14:textId="77777777" w:rsidR="00891AAB" w:rsidRDefault="00891AA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EC00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626EC01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9E547B">
      <w:rPr>
        <w:sz w:val="16"/>
        <w:szCs w:val="16"/>
      </w:rPr>
      <w:t>.1</w:t>
    </w:r>
  </w:p>
  <w:p w14:paraId="4626EC02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891AAB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891AAB">
      <w:rPr>
        <w:bCs/>
        <w:noProof/>
        <w:sz w:val="16"/>
        <w:szCs w:val="16"/>
      </w:rPr>
      <w:t>4</w:t>
    </w:r>
    <w:r w:rsidRPr="00310601">
      <w:rPr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EC04" w14:textId="77777777" w:rsidR="00086940" w:rsidRDefault="00086940" w:rsidP="00086940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4626EC05" w14:textId="77777777" w:rsidR="0068130A" w:rsidRPr="00086940" w:rsidRDefault="00086940" w:rsidP="00086940">
    <w:pPr>
      <w:pStyle w:val="Pieddepage"/>
      <w:ind w:right="360"/>
      <w:jc w:val="right"/>
      <w:rPr>
        <w:sz w:val="16"/>
        <w:szCs w:val="16"/>
      </w:rPr>
    </w:pPr>
    <w:r>
      <w:rPr>
        <w:sz w:val="16"/>
        <w:szCs w:val="16"/>
      </w:rPr>
      <w:t>V2</w:t>
    </w:r>
    <w:r w:rsidR="009E547B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6EBF7" w14:textId="77777777" w:rsidR="00393F18" w:rsidRDefault="00393F18">
      <w:pPr>
        <w:pStyle w:val="Pieddepage"/>
      </w:pPr>
      <w:r>
        <w:separator/>
      </w:r>
    </w:p>
  </w:footnote>
  <w:footnote w:type="continuationSeparator" w:id="0">
    <w:p w14:paraId="4626EBF8" w14:textId="77777777" w:rsidR="00393F18" w:rsidRDefault="00393F18">
      <w:pPr>
        <w:pStyle w:val="Pieddepage"/>
      </w:pPr>
      <w:r>
        <w:continuationSeparator/>
      </w:r>
    </w:p>
  </w:footnote>
  <w:footnote w:type="continuationNotice" w:id="1">
    <w:p w14:paraId="4626EBF9" w14:textId="77777777" w:rsidR="00393F18" w:rsidRDefault="00393F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EBFD" w14:textId="77777777" w:rsidR="00891AAB" w:rsidRDefault="00891AA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EBFE" w14:textId="77777777" w:rsidR="00891AAB" w:rsidRDefault="00891AA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6EC03" w14:textId="77777777" w:rsidR="00272FED" w:rsidRDefault="00891AAB" w:rsidP="00EB4DAE">
    <w:pPr>
      <w:pStyle w:val="En-tte"/>
      <w:tabs>
        <w:tab w:val="clear" w:pos="4536"/>
        <w:tab w:val="clear" w:pos="9072"/>
        <w:tab w:val="left" w:pos="1691"/>
      </w:tabs>
    </w:pPr>
    <w:r>
      <w:rPr>
        <w:noProof/>
      </w:rPr>
      <w:drawing>
        <wp:inline distT="0" distB="0" distL="0" distR="0" wp14:anchorId="4626EC06" wp14:editId="4626EC07">
          <wp:extent cx="1571625" cy="91694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yenne Fib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7702" cy="932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E6C0AE7"/>
    <w:multiLevelType w:val="hybridMultilevel"/>
    <w:tmpl w:val="F3A24984"/>
    <w:lvl w:ilvl="0" w:tplc="0E6A4C2E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E362EA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B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86E3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186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D3E99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E49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756C9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018CB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C032DA0"/>
    <w:multiLevelType w:val="hybridMultilevel"/>
    <w:tmpl w:val="27BCC0CC"/>
    <w:lvl w:ilvl="0" w:tplc="1604143A">
      <w:start w:val="1"/>
      <w:numFmt w:val="bullet"/>
      <w:pStyle w:val="Texte-retrait1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  <w:lvl w:ilvl="1" w:tplc="32CC45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3F67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B2FD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329A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560D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A16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CC22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7C85A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4" w15:restartNumberingAfterBreak="0">
    <w:nsid w:val="418670C6"/>
    <w:multiLevelType w:val="hybridMultilevel"/>
    <w:tmpl w:val="891C7B6E"/>
    <w:lvl w:ilvl="0" w:tplc="901E6A6C">
      <w:start w:val="1"/>
      <w:numFmt w:val="decimal"/>
      <w:pStyle w:val="Titre"/>
      <w:lvlText w:val="%1."/>
      <w:lvlJc w:val="left"/>
      <w:pPr>
        <w:ind w:left="4179" w:hanging="360"/>
      </w:p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5" w15:restartNumberingAfterBreak="0">
    <w:nsid w:val="44CD3B9C"/>
    <w:multiLevelType w:val="multilevel"/>
    <w:tmpl w:val="B6742C60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576" w:hanging="576"/>
      </w:pPr>
      <w:rPr>
        <w:rFonts w:hint="default"/>
        <w:sz w:val="28"/>
        <w:szCs w:val="28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4D908D3"/>
    <w:multiLevelType w:val="hybridMultilevel"/>
    <w:tmpl w:val="4F304518"/>
    <w:lvl w:ilvl="0" w:tplc="3B0E0C6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F3BE5"/>
    <w:multiLevelType w:val="hybridMultilevel"/>
    <w:tmpl w:val="8F542FF0"/>
    <w:lvl w:ilvl="0" w:tplc="B4B888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F1370"/>
    <w:multiLevelType w:val="hybridMultilevel"/>
    <w:tmpl w:val="BC8AB274"/>
    <w:lvl w:ilvl="0" w:tplc="966EA8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Georg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6F63A1"/>
    <w:multiLevelType w:val="hybridMultilevel"/>
    <w:tmpl w:val="BD6EDA9E"/>
    <w:lvl w:ilvl="0" w:tplc="3F421FE4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CB52A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7ACA7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0408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22EC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F8E2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0F2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B1AF3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32C0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63546346">
    <w:abstractNumId w:val="15"/>
  </w:num>
  <w:num w:numId="2" w16cid:durableId="1484008413">
    <w:abstractNumId w:val="12"/>
  </w:num>
  <w:num w:numId="3" w16cid:durableId="1221358129">
    <w:abstractNumId w:val="10"/>
  </w:num>
  <w:num w:numId="4" w16cid:durableId="1525289288">
    <w:abstractNumId w:val="22"/>
  </w:num>
  <w:num w:numId="5" w16cid:durableId="18090951">
    <w:abstractNumId w:val="23"/>
  </w:num>
  <w:num w:numId="6" w16cid:durableId="1567380739">
    <w:abstractNumId w:val="20"/>
  </w:num>
  <w:num w:numId="7" w16cid:durableId="721296709">
    <w:abstractNumId w:val="24"/>
  </w:num>
  <w:num w:numId="8" w16cid:durableId="336226029">
    <w:abstractNumId w:val="18"/>
  </w:num>
  <w:num w:numId="9" w16cid:durableId="1778476046">
    <w:abstractNumId w:val="13"/>
  </w:num>
  <w:num w:numId="10" w16cid:durableId="2066564414">
    <w:abstractNumId w:val="19"/>
  </w:num>
  <w:num w:numId="11" w16cid:durableId="2018729332">
    <w:abstractNumId w:val="11"/>
  </w:num>
  <w:num w:numId="12" w16cid:durableId="27340896">
    <w:abstractNumId w:val="7"/>
  </w:num>
  <w:num w:numId="13" w16cid:durableId="1123428328">
    <w:abstractNumId w:val="8"/>
  </w:num>
  <w:num w:numId="14" w16cid:durableId="2028410974">
    <w:abstractNumId w:val="3"/>
  </w:num>
  <w:num w:numId="15" w16cid:durableId="1420060210">
    <w:abstractNumId w:val="2"/>
  </w:num>
  <w:num w:numId="16" w16cid:durableId="1925145197">
    <w:abstractNumId w:val="1"/>
  </w:num>
  <w:num w:numId="17" w16cid:durableId="1117139278">
    <w:abstractNumId w:val="0"/>
  </w:num>
  <w:num w:numId="18" w16cid:durableId="1805191181">
    <w:abstractNumId w:val="6"/>
  </w:num>
  <w:num w:numId="19" w16cid:durableId="732193628">
    <w:abstractNumId w:val="5"/>
  </w:num>
  <w:num w:numId="20" w16cid:durableId="629014677">
    <w:abstractNumId w:val="4"/>
  </w:num>
  <w:num w:numId="21" w16cid:durableId="2144810529">
    <w:abstractNumId w:val="9"/>
  </w:num>
  <w:num w:numId="22" w16cid:durableId="100078240">
    <w:abstractNumId w:val="21"/>
  </w:num>
  <w:num w:numId="23" w16cid:durableId="1363700580">
    <w:abstractNumId w:val="17"/>
  </w:num>
  <w:num w:numId="24" w16cid:durableId="1195387019">
    <w:abstractNumId w:val="16"/>
  </w:num>
  <w:num w:numId="25" w16cid:durableId="1558971950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324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12D8"/>
    <w:rsid w:val="00001EE4"/>
    <w:rsid w:val="0000214A"/>
    <w:rsid w:val="00002764"/>
    <w:rsid w:val="000027D3"/>
    <w:rsid w:val="000059CF"/>
    <w:rsid w:val="0000671B"/>
    <w:rsid w:val="0000697E"/>
    <w:rsid w:val="00012B70"/>
    <w:rsid w:val="0001369D"/>
    <w:rsid w:val="00014BBF"/>
    <w:rsid w:val="0002196A"/>
    <w:rsid w:val="0002261A"/>
    <w:rsid w:val="00022AE7"/>
    <w:rsid w:val="00023182"/>
    <w:rsid w:val="00023557"/>
    <w:rsid w:val="00024538"/>
    <w:rsid w:val="000308CE"/>
    <w:rsid w:val="000312E0"/>
    <w:rsid w:val="00032869"/>
    <w:rsid w:val="00033713"/>
    <w:rsid w:val="0003444D"/>
    <w:rsid w:val="000364C1"/>
    <w:rsid w:val="0003724D"/>
    <w:rsid w:val="000414D9"/>
    <w:rsid w:val="000414E8"/>
    <w:rsid w:val="00043DDF"/>
    <w:rsid w:val="0004645F"/>
    <w:rsid w:val="00047250"/>
    <w:rsid w:val="00050BF7"/>
    <w:rsid w:val="00055364"/>
    <w:rsid w:val="0005678A"/>
    <w:rsid w:val="000567FE"/>
    <w:rsid w:val="00060E55"/>
    <w:rsid w:val="000614F8"/>
    <w:rsid w:val="00061AEE"/>
    <w:rsid w:val="00063BC1"/>
    <w:rsid w:val="0006478B"/>
    <w:rsid w:val="00065055"/>
    <w:rsid w:val="00070359"/>
    <w:rsid w:val="0007095C"/>
    <w:rsid w:val="0007096F"/>
    <w:rsid w:val="00071007"/>
    <w:rsid w:val="00072DE3"/>
    <w:rsid w:val="000740DD"/>
    <w:rsid w:val="00075539"/>
    <w:rsid w:val="00082551"/>
    <w:rsid w:val="00083092"/>
    <w:rsid w:val="00083E39"/>
    <w:rsid w:val="000848C5"/>
    <w:rsid w:val="0008585C"/>
    <w:rsid w:val="00085F42"/>
    <w:rsid w:val="000866B1"/>
    <w:rsid w:val="00086940"/>
    <w:rsid w:val="00086E76"/>
    <w:rsid w:val="00090679"/>
    <w:rsid w:val="000917BF"/>
    <w:rsid w:val="00093286"/>
    <w:rsid w:val="00095BA0"/>
    <w:rsid w:val="000A1B85"/>
    <w:rsid w:val="000A31FD"/>
    <w:rsid w:val="000A42A7"/>
    <w:rsid w:val="000A5442"/>
    <w:rsid w:val="000A68C9"/>
    <w:rsid w:val="000B1AF9"/>
    <w:rsid w:val="000B49B6"/>
    <w:rsid w:val="000C333B"/>
    <w:rsid w:val="000C34BB"/>
    <w:rsid w:val="000C38E1"/>
    <w:rsid w:val="000C5CBF"/>
    <w:rsid w:val="000D3810"/>
    <w:rsid w:val="000D46BB"/>
    <w:rsid w:val="000E00C6"/>
    <w:rsid w:val="000E1A2E"/>
    <w:rsid w:val="000E3444"/>
    <w:rsid w:val="000E3FE0"/>
    <w:rsid w:val="000E4F03"/>
    <w:rsid w:val="000E4F06"/>
    <w:rsid w:val="000E7118"/>
    <w:rsid w:val="000E79C9"/>
    <w:rsid w:val="000F0344"/>
    <w:rsid w:val="000F181B"/>
    <w:rsid w:val="000F1924"/>
    <w:rsid w:val="000F1DEE"/>
    <w:rsid w:val="000F2867"/>
    <w:rsid w:val="000F2C3A"/>
    <w:rsid w:val="000F3AAF"/>
    <w:rsid w:val="000F7298"/>
    <w:rsid w:val="000F7AEC"/>
    <w:rsid w:val="000F7D91"/>
    <w:rsid w:val="001006E4"/>
    <w:rsid w:val="00100B55"/>
    <w:rsid w:val="00103E75"/>
    <w:rsid w:val="001046A4"/>
    <w:rsid w:val="001057DC"/>
    <w:rsid w:val="00111FAF"/>
    <w:rsid w:val="0011381D"/>
    <w:rsid w:val="001152BD"/>
    <w:rsid w:val="0011606F"/>
    <w:rsid w:val="0011620A"/>
    <w:rsid w:val="001169E0"/>
    <w:rsid w:val="00122F04"/>
    <w:rsid w:val="0012304C"/>
    <w:rsid w:val="00124E23"/>
    <w:rsid w:val="001262BC"/>
    <w:rsid w:val="00130ECC"/>
    <w:rsid w:val="00134986"/>
    <w:rsid w:val="00134CCD"/>
    <w:rsid w:val="0013778D"/>
    <w:rsid w:val="00140888"/>
    <w:rsid w:val="001419D5"/>
    <w:rsid w:val="0014204C"/>
    <w:rsid w:val="0014205E"/>
    <w:rsid w:val="001436B8"/>
    <w:rsid w:val="001443B2"/>
    <w:rsid w:val="0014491A"/>
    <w:rsid w:val="00152DFD"/>
    <w:rsid w:val="00154FC6"/>
    <w:rsid w:val="00155A58"/>
    <w:rsid w:val="00157F64"/>
    <w:rsid w:val="001604CC"/>
    <w:rsid w:val="00163C1E"/>
    <w:rsid w:val="00166385"/>
    <w:rsid w:val="00172255"/>
    <w:rsid w:val="00172A4F"/>
    <w:rsid w:val="00173C30"/>
    <w:rsid w:val="00174EAE"/>
    <w:rsid w:val="001752BF"/>
    <w:rsid w:val="00176533"/>
    <w:rsid w:val="001844EC"/>
    <w:rsid w:val="001846D0"/>
    <w:rsid w:val="00187472"/>
    <w:rsid w:val="00192B8C"/>
    <w:rsid w:val="0019423D"/>
    <w:rsid w:val="00196000"/>
    <w:rsid w:val="00196426"/>
    <w:rsid w:val="001979EA"/>
    <w:rsid w:val="001A13C2"/>
    <w:rsid w:val="001A1F0E"/>
    <w:rsid w:val="001A51C0"/>
    <w:rsid w:val="001A58F4"/>
    <w:rsid w:val="001A5AFB"/>
    <w:rsid w:val="001A5E83"/>
    <w:rsid w:val="001A7064"/>
    <w:rsid w:val="001B0EC1"/>
    <w:rsid w:val="001B1B6B"/>
    <w:rsid w:val="001B3702"/>
    <w:rsid w:val="001B4E34"/>
    <w:rsid w:val="001B714F"/>
    <w:rsid w:val="001B794F"/>
    <w:rsid w:val="001B79B9"/>
    <w:rsid w:val="001C05AE"/>
    <w:rsid w:val="001C290F"/>
    <w:rsid w:val="001C351B"/>
    <w:rsid w:val="001C35E6"/>
    <w:rsid w:val="001C3B3D"/>
    <w:rsid w:val="001C54DF"/>
    <w:rsid w:val="001C668E"/>
    <w:rsid w:val="001C7DB7"/>
    <w:rsid w:val="001D0B02"/>
    <w:rsid w:val="001D366B"/>
    <w:rsid w:val="001D4E80"/>
    <w:rsid w:val="001D59A9"/>
    <w:rsid w:val="001D7B62"/>
    <w:rsid w:val="001E31A7"/>
    <w:rsid w:val="001E48B2"/>
    <w:rsid w:val="001E7BF6"/>
    <w:rsid w:val="001F3708"/>
    <w:rsid w:val="001F3FEC"/>
    <w:rsid w:val="001F47F7"/>
    <w:rsid w:val="001F61DB"/>
    <w:rsid w:val="001F6B8C"/>
    <w:rsid w:val="001F76F2"/>
    <w:rsid w:val="001F77BE"/>
    <w:rsid w:val="00203AB1"/>
    <w:rsid w:val="002040B9"/>
    <w:rsid w:val="00212F53"/>
    <w:rsid w:val="00212FBC"/>
    <w:rsid w:val="0021493A"/>
    <w:rsid w:val="00216320"/>
    <w:rsid w:val="00217873"/>
    <w:rsid w:val="00221800"/>
    <w:rsid w:val="00222FD2"/>
    <w:rsid w:val="00224FD1"/>
    <w:rsid w:val="0023026A"/>
    <w:rsid w:val="002303A4"/>
    <w:rsid w:val="00231A52"/>
    <w:rsid w:val="00232758"/>
    <w:rsid w:val="00232960"/>
    <w:rsid w:val="00236C90"/>
    <w:rsid w:val="002370B6"/>
    <w:rsid w:val="00241D7A"/>
    <w:rsid w:val="002426A6"/>
    <w:rsid w:val="00242AB3"/>
    <w:rsid w:val="00243F88"/>
    <w:rsid w:val="00245898"/>
    <w:rsid w:val="00246E73"/>
    <w:rsid w:val="002472A5"/>
    <w:rsid w:val="00252FBD"/>
    <w:rsid w:val="00253D83"/>
    <w:rsid w:val="0025560F"/>
    <w:rsid w:val="00256C8D"/>
    <w:rsid w:val="00257579"/>
    <w:rsid w:val="002611F0"/>
    <w:rsid w:val="00264198"/>
    <w:rsid w:val="0026446D"/>
    <w:rsid w:val="002660A5"/>
    <w:rsid w:val="0026668F"/>
    <w:rsid w:val="002709A2"/>
    <w:rsid w:val="002715F0"/>
    <w:rsid w:val="00271B55"/>
    <w:rsid w:val="00272FED"/>
    <w:rsid w:val="002736A7"/>
    <w:rsid w:val="00280383"/>
    <w:rsid w:val="00281761"/>
    <w:rsid w:val="00282CB8"/>
    <w:rsid w:val="00282FEB"/>
    <w:rsid w:val="0028487B"/>
    <w:rsid w:val="00284DEB"/>
    <w:rsid w:val="00284E15"/>
    <w:rsid w:val="00285F3A"/>
    <w:rsid w:val="00286E3E"/>
    <w:rsid w:val="00290D80"/>
    <w:rsid w:val="00291DA2"/>
    <w:rsid w:val="002940C0"/>
    <w:rsid w:val="00295CFF"/>
    <w:rsid w:val="0029607B"/>
    <w:rsid w:val="002A1BAF"/>
    <w:rsid w:val="002A28FE"/>
    <w:rsid w:val="002A365E"/>
    <w:rsid w:val="002B0376"/>
    <w:rsid w:val="002B1EA2"/>
    <w:rsid w:val="002B22EF"/>
    <w:rsid w:val="002B76F2"/>
    <w:rsid w:val="002B7C15"/>
    <w:rsid w:val="002C10EE"/>
    <w:rsid w:val="002C51F9"/>
    <w:rsid w:val="002D3BE0"/>
    <w:rsid w:val="002E0FFB"/>
    <w:rsid w:val="002E4342"/>
    <w:rsid w:val="002E52F5"/>
    <w:rsid w:val="002E5A78"/>
    <w:rsid w:val="002E5CD1"/>
    <w:rsid w:val="002E7D63"/>
    <w:rsid w:val="002F1904"/>
    <w:rsid w:val="002F1AA0"/>
    <w:rsid w:val="002F2E6B"/>
    <w:rsid w:val="002F4BEF"/>
    <w:rsid w:val="002F6CED"/>
    <w:rsid w:val="003005F0"/>
    <w:rsid w:val="0030586A"/>
    <w:rsid w:val="00305DB0"/>
    <w:rsid w:val="003076A1"/>
    <w:rsid w:val="003103A1"/>
    <w:rsid w:val="003103DB"/>
    <w:rsid w:val="00312C71"/>
    <w:rsid w:val="00314DF4"/>
    <w:rsid w:val="00315763"/>
    <w:rsid w:val="00316E2E"/>
    <w:rsid w:val="00320FA9"/>
    <w:rsid w:val="00323BA9"/>
    <w:rsid w:val="00332C48"/>
    <w:rsid w:val="00333BBF"/>
    <w:rsid w:val="0033452A"/>
    <w:rsid w:val="003351F3"/>
    <w:rsid w:val="00341985"/>
    <w:rsid w:val="00341D9D"/>
    <w:rsid w:val="00343246"/>
    <w:rsid w:val="0034333D"/>
    <w:rsid w:val="003435F1"/>
    <w:rsid w:val="00344002"/>
    <w:rsid w:val="0034409C"/>
    <w:rsid w:val="00347102"/>
    <w:rsid w:val="0035150A"/>
    <w:rsid w:val="003515A0"/>
    <w:rsid w:val="0035207D"/>
    <w:rsid w:val="00352275"/>
    <w:rsid w:val="00353C2D"/>
    <w:rsid w:val="0035543F"/>
    <w:rsid w:val="00360202"/>
    <w:rsid w:val="00362574"/>
    <w:rsid w:val="003674ED"/>
    <w:rsid w:val="003677F9"/>
    <w:rsid w:val="003705C2"/>
    <w:rsid w:val="00371B8B"/>
    <w:rsid w:val="00372753"/>
    <w:rsid w:val="00377629"/>
    <w:rsid w:val="00377C4E"/>
    <w:rsid w:val="00377FF2"/>
    <w:rsid w:val="0038272E"/>
    <w:rsid w:val="003830D2"/>
    <w:rsid w:val="00384164"/>
    <w:rsid w:val="0038513D"/>
    <w:rsid w:val="003858D1"/>
    <w:rsid w:val="00386518"/>
    <w:rsid w:val="003869AB"/>
    <w:rsid w:val="00391B7B"/>
    <w:rsid w:val="00393F18"/>
    <w:rsid w:val="0039565B"/>
    <w:rsid w:val="0039692C"/>
    <w:rsid w:val="00397937"/>
    <w:rsid w:val="003A0F0E"/>
    <w:rsid w:val="003A1382"/>
    <w:rsid w:val="003A1D35"/>
    <w:rsid w:val="003A24FE"/>
    <w:rsid w:val="003A6286"/>
    <w:rsid w:val="003B17E1"/>
    <w:rsid w:val="003B2A74"/>
    <w:rsid w:val="003B2C00"/>
    <w:rsid w:val="003B45CE"/>
    <w:rsid w:val="003B540E"/>
    <w:rsid w:val="003B7A68"/>
    <w:rsid w:val="003C0BD6"/>
    <w:rsid w:val="003C1453"/>
    <w:rsid w:val="003C195D"/>
    <w:rsid w:val="003C67B8"/>
    <w:rsid w:val="003C7FA2"/>
    <w:rsid w:val="003D1572"/>
    <w:rsid w:val="003D2D0F"/>
    <w:rsid w:val="003D4C60"/>
    <w:rsid w:val="003D516B"/>
    <w:rsid w:val="003D7383"/>
    <w:rsid w:val="003E0102"/>
    <w:rsid w:val="003E24F1"/>
    <w:rsid w:val="003E2BD0"/>
    <w:rsid w:val="003E3BD7"/>
    <w:rsid w:val="003E41A7"/>
    <w:rsid w:val="003E4A13"/>
    <w:rsid w:val="003F0800"/>
    <w:rsid w:val="003F74AD"/>
    <w:rsid w:val="00402564"/>
    <w:rsid w:val="0040275B"/>
    <w:rsid w:val="00402F2A"/>
    <w:rsid w:val="0040333C"/>
    <w:rsid w:val="004064C9"/>
    <w:rsid w:val="00407077"/>
    <w:rsid w:val="00410928"/>
    <w:rsid w:val="00410D94"/>
    <w:rsid w:val="00412A3A"/>
    <w:rsid w:val="0041319B"/>
    <w:rsid w:val="00420BC2"/>
    <w:rsid w:val="00421AAB"/>
    <w:rsid w:val="00433C3E"/>
    <w:rsid w:val="0043493F"/>
    <w:rsid w:val="004372AC"/>
    <w:rsid w:val="00441628"/>
    <w:rsid w:val="00446B63"/>
    <w:rsid w:val="004472F7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20D1"/>
    <w:rsid w:val="00462311"/>
    <w:rsid w:val="00466D60"/>
    <w:rsid w:val="004676C5"/>
    <w:rsid w:val="00472004"/>
    <w:rsid w:val="00472CF1"/>
    <w:rsid w:val="004740B9"/>
    <w:rsid w:val="00474EE2"/>
    <w:rsid w:val="004758B9"/>
    <w:rsid w:val="00476366"/>
    <w:rsid w:val="00477DE1"/>
    <w:rsid w:val="00481E21"/>
    <w:rsid w:val="00482E11"/>
    <w:rsid w:val="00483E1A"/>
    <w:rsid w:val="00484171"/>
    <w:rsid w:val="00484CA8"/>
    <w:rsid w:val="00485189"/>
    <w:rsid w:val="004922AC"/>
    <w:rsid w:val="00494189"/>
    <w:rsid w:val="00494CE5"/>
    <w:rsid w:val="0049557D"/>
    <w:rsid w:val="00495AA5"/>
    <w:rsid w:val="0049784B"/>
    <w:rsid w:val="00497BBA"/>
    <w:rsid w:val="004A057C"/>
    <w:rsid w:val="004A0B5A"/>
    <w:rsid w:val="004A107A"/>
    <w:rsid w:val="004A250B"/>
    <w:rsid w:val="004A4C8B"/>
    <w:rsid w:val="004A7692"/>
    <w:rsid w:val="004B0065"/>
    <w:rsid w:val="004B3A0A"/>
    <w:rsid w:val="004B52E2"/>
    <w:rsid w:val="004C01F2"/>
    <w:rsid w:val="004C35EA"/>
    <w:rsid w:val="004C68FD"/>
    <w:rsid w:val="004C7D01"/>
    <w:rsid w:val="004D2880"/>
    <w:rsid w:val="004D2FDA"/>
    <w:rsid w:val="004D3050"/>
    <w:rsid w:val="004D3BCB"/>
    <w:rsid w:val="004D5A63"/>
    <w:rsid w:val="004D71CB"/>
    <w:rsid w:val="004E07A1"/>
    <w:rsid w:val="004E0A83"/>
    <w:rsid w:val="004E32D5"/>
    <w:rsid w:val="004E3E25"/>
    <w:rsid w:val="004E4EA8"/>
    <w:rsid w:val="004E557F"/>
    <w:rsid w:val="004E631B"/>
    <w:rsid w:val="004E7726"/>
    <w:rsid w:val="004F0D1C"/>
    <w:rsid w:val="004F2C4D"/>
    <w:rsid w:val="004F5E88"/>
    <w:rsid w:val="0050086E"/>
    <w:rsid w:val="00501E92"/>
    <w:rsid w:val="00504543"/>
    <w:rsid w:val="0050548D"/>
    <w:rsid w:val="00506290"/>
    <w:rsid w:val="005068AA"/>
    <w:rsid w:val="00510122"/>
    <w:rsid w:val="00511779"/>
    <w:rsid w:val="00511D39"/>
    <w:rsid w:val="005128C8"/>
    <w:rsid w:val="0051474E"/>
    <w:rsid w:val="00514908"/>
    <w:rsid w:val="00515A90"/>
    <w:rsid w:val="00517EE8"/>
    <w:rsid w:val="00520EA5"/>
    <w:rsid w:val="0052451E"/>
    <w:rsid w:val="005246D7"/>
    <w:rsid w:val="0052539C"/>
    <w:rsid w:val="00525999"/>
    <w:rsid w:val="00526B04"/>
    <w:rsid w:val="00530770"/>
    <w:rsid w:val="00532BEC"/>
    <w:rsid w:val="005353AC"/>
    <w:rsid w:val="00535484"/>
    <w:rsid w:val="00540175"/>
    <w:rsid w:val="00542404"/>
    <w:rsid w:val="00547327"/>
    <w:rsid w:val="00547806"/>
    <w:rsid w:val="00547C8E"/>
    <w:rsid w:val="00547E4D"/>
    <w:rsid w:val="0055273D"/>
    <w:rsid w:val="00554066"/>
    <w:rsid w:val="0055551C"/>
    <w:rsid w:val="0055756E"/>
    <w:rsid w:val="005577B6"/>
    <w:rsid w:val="00560B4D"/>
    <w:rsid w:val="0056181A"/>
    <w:rsid w:val="005627C2"/>
    <w:rsid w:val="005632D2"/>
    <w:rsid w:val="005647A7"/>
    <w:rsid w:val="00566D22"/>
    <w:rsid w:val="00570592"/>
    <w:rsid w:val="00572A1E"/>
    <w:rsid w:val="005749EC"/>
    <w:rsid w:val="00577FD1"/>
    <w:rsid w:val="005814DF"/>
    <w:rsid w:val="00581FA0"/>
    <w:rsid w:val="00582392"/>
    <w:rsid w:val="00584432"/>
    <w:rsid w:val="005849A2"/>
    <w:rsid w:val="005849FE"/>
    <w:rsid w:val="00585E27"/>
    <w:rsid w:val="005949D4"/>
    <w:rsid w:val="00594BB4"/>
    <w:rsid w:val="00594D18"/>
    <w:rsid w:val="005957EC"/>
    <w:rsid w:val="00596F36"/>
    <w:rsid w:val="0059784B"/>
    <w:rsid w:val="005A0093"/>
    <w:rsid w:val="005A167F"/>
    <w:rsid w:val="005A3720"/>
    <w:rsid w:val="005A6376"/>
    <w:rsid w:val="005A74CB"/>
    <w:rsid w:val="005B0B01"/>
    <w:rsid w:val="005B3235"/>
    <w:rsid w:val="005B3DC9"/>
    <w:rsid w:val="005B594E"/>
    <w:rsid w:val="005B7954"/>
    <w:rsid w:val="005C13DB"/>
    <w:rsid w:val="005C5FC1"/>
    <w:rsid w:val="005C79C9"/>
    <w:rsid w:val="005D1FFD"/>
    <w:rsid w:val="005D39EC"/>
    <w:rsid w:val="005E0F25"/>
    <w:rsid w:val="005E2276"/>
    <w:rsid w:val="005E3085"/>
    <w:rsid w:val="005E473C"/>
    <w:rsid w:val="005F0473"/>
    <w:rsid w:val="005F3D00"/>
    <w:rsid w:val="005F432C"/>
    <w:rsid w:val="005F53D6"/>
    <w:rsid w:val="005F6C57"/>
    <w:rsid w:val="005F6FF1"/>
    <w:rsid w:val="006002E9"/>
    <w:rsid w:val="00602189"/>
    <w:rsid w:val="00602D95"/>
    <w:rsid w:val="00604335"/>
    <w:rsid w:val="006107CF"/>
    <w:rsid w:val="0061112F"/>
    <w:rsid w:val="00612681"/>
    <w:rsid w:val="00613533"/>
    <w:rsid w:val="006148C2"/>
    <w:rsid w:val="00616B8F"/>
    <w:rsid w:val="00616DC6"/>
    <w:rsid w:val="006238B3"/>
    <w:rsid w:val="006255FD"/>
    <w:rsid w:val="006260D6"/>
    <w:rsid w:val="00627F74"/>
    <w:rsid w:val="00631751"/>
    <w:rsid w:val="00632B75"/>
    <w:rsid w:val="00632B7A"/>
    <w:rsid w:val="006352CD"/>
    <w:rsid w:val="00636E3A"/>
    <w:rsid w:val="00640A53"/>
    <w:rsid w:val="00643D96"/>
    <w:rsid w:val="00645088"/>
    <w:rsid w:val="0064607C"/>
    <w:rsid w:val="00651687"/>
    <w:rsid w:val="0065583D"/>
    <w:rsid w:val="0066050C"/>
    <w:rsid w:val="0066297C"/>
    <w:rsid w:val="00663B47"/>
    <w:rsid w:val="00663CF9"/>
    <w:rsid w:val="0066662B"/>
    <w:rsid w:val="00667278"/>
    <w:rsid w:val="00667BD7"/>
    <w:rsid w:val="0067100E"/>
    <w:rsid w:val="00671EB8"/>
    <w:rsid w:val="00673954"/>
    <w:rsid w:val="00676295"/>
    <w:rsid w:val="006806C9"/>
    <w:rsid w:val="0068130A"/>
    <w:rsid w:val="00684DBF"/>
    <w:rsid w:val="00685053"/>
    <w:rsid w:val="006850DE"/>
    <w:rsid w:val="006850F8"/>
    <w:rsid w:val="0068668C"/>
    <w:rsid w:val="00686ACA"/>
    <w:rsid w:val="00692EB2"/>
    <w:rsid w:val="006936AA"/>
    <w:rsid w:val="0069476A"/>
    <w:rsid w:val="00694D3E"/>
    <w:rsid w:val="00697995"/>
    <w:rsid w:val="006A0272"/>
    <w:rsid w:val="006A2378"/>
    <w:rsid w:val="006A3990"/>
    <w:rsid w:val="006A5E0E"/>
    <w:rsid w:val="006B0AC7"/>
    <w:rsid w:val="006B38F7"/>
    <w:rsid w:val="006B3E84"/>
    <w:rsid w:val="006B3F5A"/>
    <w:rsid w:val="006C31D5"/>
    <w:rsid w:val="006C553E"/>
    <w:rsid w:val="006C6494"/>
    <w:rsid w:val="006C76B7"/>
    <w:rsid w:val="006C7C07"/>
    <w:rsid w:val="006D0991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E7827"/>
    <w:rsid w:val="006F4E4C"/>
    <w:rsid w:val="006F7349"/>
    <w:rsid w:val="00700C0F"/>
    <w:rsid w:val="0070215A"/>
    <w:rsid w:val="00714256"/>
    <w:rsid w:val="007160D7"/>
    <w:rsid w:val="00716609"/>
    <w:rsid w:val="00720AD8"/>
    <w:rsid w:val="007245B5"/>
    <w:rsid w:val="007249DA"/>
    <w:rsid w:val="00726E6F"/>
    <w:rsid w:val="00727C04"/>
    <w:rsid w:val="00727E7A"/>
    <w:rsid w:val="00730BF7"/>
    <w:rsid w:val="00731774"/>
    <w:rsid w:val="00731D19"/>
    <w:rsid w:val="007327CA"/>
    <w:rsid w:val="00734F33"/>
    <w:rsid w:val="00742ED6"/>
    <w:rsid w:val="00744B2B"/>
    <w:rsid w:val="00745098"/>
    <w:rsid w:val="0074533C"/>
    <w:rsid w:val="00745F95"/>
    <w:rsid w:val="0074623A"/>
    <w:rsid w:val="00746EBA"/>
    <w:rsid w:val="0075038F"/>
    <w:rsid w:val="007518B4"/>
    <w:rsid w:val="00752E54"/>
    <w:rsid w:val="00760174"/>
    <w:rsid w:val="00761751"/>
    <w:rsid w:val="007708B4"/>
    <w:rsid w:val="00772DB5"/>
    <w:rsid w:val="007731CC"/>
    <w:rsid w:val="007746C4"/>
    <w:rsid w:val="0077778E"/>
    <w:rsid w:val="007835C7"/>
    <w:rsid w:val="00784289"/>
    <w:rsid w:val="00785F1B"/>
    <w:rsid w:val="0079021D"/>
    <w:rsid w:val="00792DD0"/>
    <w:rsid w:val="0079504F"/>
    <w:rsid w:val="007951D9"/>
    <w:rsid w:val="0079784D"/>
    <w:rsid w:val="007A32F4"/>
    <w:rsid w:val="007A3396"/>
    <w:rsid w:val="007A5280"/>
    <w:rsid w:val="007A6598"/>
    <w:rsid w:val="007A7CEE"/>
    <w:rsid w:val="007B08C1"/>
    <w:rsid w:val="007B10D2"/>
    <w:rsid w:val="007B1E71"/>
    <w:rsid w:val="007B3556"/>
    <w:rsid w:val="007B3601"/>
    <w:rsid w:val="007B7FE2"/>
    <w:rsid w:val="007C0785"/>
    <w:rsid w:val="007C1B6E"/>
    <w:rsid w:val="007C4E15"/>
    <w:rsid w:val="007D178C"/>
    <w:rsid w:val="007D3AC5"/>
    <w:rsid w:val="007D3C31"/>
    <w:rsid w:val="007D6AAD"/>
    <w:rsid w:val="007D77EC"/>
    <w:rsid w:val="007E2382"/>
    <w:rsid w:val="007E2F8D"/>
    <w:rsid w:val="007E439B"/>
    <w:rsid w:val="007F0ABC"/>
    <w:rsid w:val="007F2396"/>
    <w:rsid w:val="007F51AE"/>
    <w:rsid w:val="007F5DFA"/>
    <w:rsid w:val="007F6223"/>
    <w:rsid w:val="00800D2B"/>
    <w:rsid w:val="0080169E"/>
    <w:rsid w:val="008021A7"/>
    <w:rsid w:val="00803B30"/>
    <w:rsid w:val="00804CB9"/>
    <w:rsid w:val="0080514F"/>
    <w:rsid w:val="00806507"/>
    <w:rsid w:val="00806989"/>
    <w:rsid w:val="00807EBF"/>
    <w:rsid w:val="00807F03"/>
    <w:rsid w:val="00810937"/>
    <w:rsid w:val="00811C98"/>
    <w:rsid w:val="00813FE7"/>
    <w:rsid w:val="00821FE6"/>
    <w:rsid w:val="008222AB"/>
    <w:rsid w:val="00822C40"/>
    <w:rsid w:val="00822FA7"/>
    <w:rsid w:val="00825E6B"/>
    <w:rsid w:val="00826628"/>
    <w:rsid w:val="00826F3E"/>
    <w:rsid w:val="008323E1"/>
    <w:rsid w:val="00834745"/>
    <w:rsid w:val="0083634D"/>
    <w:rsid w:val="00840542"/>
    <w:rsid w:val="00840D34"/>
    <w:rsid w:val="0084123D"/>
    <w:rsid w:val="00841E14"/>
    <w:rsid w:val="0084444D"/>
    <w:rsid w:val="008449A6"/>
    <w:rsid w:val="00846C4D"/>
    <w:rsid w:val="008500FD"/>
    <w:rsid w:val="00851369"/>
    <w:rsid w:val="00853E4A"/>
    <w:rsid w:val="00854471"/>
    <w:rsid w:val="00856D44"/>
    <w:rsid w:val="00860496"/>
    <w:rsid w:val="00861FC6"/>
    <w:rsid w:val="00863FC9"/>
    <w:rsid w:val="00867E7A"/>
    <w:rsid w:val="00872905"/>
    <w:rsid w:val="008738AE"/>
    <w:rsid w:val="00885FDF"/>
    <w:rsid w:val="00886B3F"/>
    <w:rsid w:val="0089054C"/>
    <w:rsid w:val="00890CAC"/>
    <w:rsid w:val="00891AAB"/>
    <w:rsid w:val="00892329"/>
    <w:rsid w:val="008965C0"/>
    <w:rsid w:val="00897127"/>
    <w:rsid w:val="008977FE"/>
    <w:rsid w:val="008A052E"/>
    <w:rsid w:val="008A105F"/>
    <w:rsid w:val="008A3D35"/>
    <w:rsid w:val="008A75C4"/>
    <w:rsid w:val="008B5A6E"/>
    <w:rsid w:val="008B6F10"/>
    <w:rsid w:val="008B740D"/>
    <w:rsid w:val="008C0732"/>
    <w:rsid w:val="008C0A30"/>
    <w:rsid w:val="008C1CD9"/>
    <w:rsid w:val="008C41D7"/>
    <w:rsid w:val="008C63AA"/>
    <w:rsid w:val="008C6B0F"/>
    <w:rsid w:val="008D0592"/>
    <w:rsid w:val="008D0BEF"/>
    <w:rsid w:val="008D0F7E"/>
    <w:rsid w:val="008D165E"/>
    <w:rsid w:val="008D1922"/>
    <w:rsid w:val="008D4137"/>
    <w:rsid w:val="008D45B4"/>
    <w:rsid w:val="008D4954"/>
    <w:rsid w:val="008D6BBB"/>
    <w:rsid w:val="008E1AC1"/>
    <w:rsid w:val="008E56B7"/>
    <w:rsid w:val="008E5D5C"/>
    <w:rsid w:val="008E67C2"/>
    <w:rsid w:val="008E69CC"/>
    <w:rsid w:val="008F37FC"/>
    <w:rsid w:val="0090173D"/>
    <w:rsid w:val="00902BD5"/>
    <w:rsid w:val="00903A15"/>
    <w:rsid w:val="00906A40"/>
    <w:rsid w:val="00910FD8"/>
    <w:rsid w:val="00913B1C"/>
    <w:rsid w:val="00914699"/>
    <w:rsid w:val="00915E69"/>
    <w:rsid w:val="00916A47"/>
    <w:rsid w:val="0091717C"/>
    <w:rsid w:val="00930296"/>
    <w:rsid w:val="00930B5C"/>
    <w:rsid w:val="00937FEB"/>
    <w:rsid w:val="009420DF"/>
    <w:rsid w:val="00944EB8"/>
    <w:rsid w:val="00947321"/>
    <w:rsid w:val="00947345"/>
    <w:rsid w:val="009513FF"/>
    <w:rsid w:val="00952D40"/>
    <w:rsid w:val="00952DCF"/>
    <w:rsid w:val="00952E51"/>
    <w:rsid w:val="00953210"/>
    <w:rsid w:val="00953B29"/>
    <w:rsid w:val="009548C5"/>
    <w:rsid w:val="009550D1"/>
    <w:rsid w:val="009563ED"/>
    <w:rsid w:val="0095732D"/>
    <w:rsid w:val="00960055"/>
    <w:rsid w:val="00960184"/>
    <w:rsid w:val="00960BC4"/>
    <w:rsid w:val="00961E48"/>
    <w:rsid w:val="00963E13"/>
    <w:rsid w:val="00965425"/>
    <w:rsid w:val="00972C8F"/>
    <w:rsid w:val="0097642B"/>
    <w:rsid w:val="00977B53"/>
    <w:rsid w:val="00980D75"/>
    <w:rsid w:val="0098281A"/>
    <w:rsid w:val="00986B76"/>
    <w:rsid w:val="00987673"/>
    <w:rsid w:val="009901B6"/>
    <w:rsid w:val="00990526"/>
    <w:rsid w:val="00990B5B"/>
    <w:rsid w:val="009913BB"/>
    <w:rsid w:val="009924D8"/>
    <w:rsid w:val="0099497A"/>
    <w:rsid w:val="00994E57"/>
    <w:rsid w:val="00997DB2"/>
    <w:rsid w:val="009A0C45"/>
    <w:rsid w:val="009A20D8"/>
    <w:rsid w:val="009A34B8"/>
    <w:rsid w:val="009A493D"/>
    <w:rsid w:val="009A7FC7"/>
    <w:rsid w:val="009B1901"/>
    <w:rsid w:val="009B4F34"/>
    <w:rsid w:val="009C030B"/>
    <w:rsid w:val="009C5380"/>
    <w:rsid w:val="009C5BE1"/>
    <w:rsid w:val="009C6CFB"/>
    <w:rsid w:val="009C6E42"/>
    <w:rsid w:val="009D0075"/>
    <w:rsid w:val="009D048A"/>
    <w:rsid w:val="009D0B76"/>
    <w:rsid w:val="009D1A24"/>
    <w:rsid w:val="009D3219"/>
    <w:rsid w:val="009D5251"/>
    <w:rsid w:val="009D5E61"/>
    <w:rsid w:val="009E4158"/>
    <w:rsid w:val="009E547B"/>
    <w:rsid w:val="009E6CB0"/>
    <w:rsid w:val="009E70BF"/>
    <w:rsid w:val="009F06C6"/>
    <w:rsid w:val="009F0865"/>
    <w:rsid w:val="009F1212"/>
    <w:rsid w:val="009F289C"/>
    <w:rsid w:val="009F3EAF"/>
    <w:rsid w:val="009F4058"/>
    <w:rsid w:val="009F73E2"/>
    <w:rsid w:val="00A00E8F"/>
    <w:rsid w:val="00A034C9"/>
    <w:rsid w:val="00A0396C"/>
    <w:rsid w:val="00A03E50"/>
    <w:rsid w:val="00A04556"/>
    <w:rsid w:val="00A054AA"/>
    <w:rsid w:val="00A067E3"/>
    <w:rsid w:val="00A07089"/>
    <w:rsid w:val="00A07F75"/>
    <w:rsid w:val="00A10168"/>
    <w:rsid w:val="00A1154F"/>
    <w:rsid w:val="00A116DC"/>
    <w:rsid w:val="00A1280E"/>
    <w:rsid w:val="00A17A19"/>
    <w:rsid w:val="00A20880"/>
    <w:rsid w:val="00A20A7F"/>
    <w:rsid w:val="00A300F4"/>
    <w:rsid w:val="00A301D5"/>
    <w:rsid w:val="00A30593"/>
    <w:rsid w:val="00A31536"/>
    <w:rsid w:val="00A31BE5"/>
    <w:rsid w:val="00A33B9E"/>
    <w:rsid w:val="00A35E5A"/>
    <w:rsid w:val="00A41B06"/>
    <w:rsid w:val="00A43B67"/>
    <w:rsid w:val="00A45888"/>
    <w:rsid w:val="00A511FF"/>
    <w:rsid w:val="00A5279C"/>
    <w:rsid w:val="00A527D9"/>
    <w:rsid w:val="00A6031D"/>
    <w:rsid w:val="00A611A1"/>
    <w:rsid w:val="00A61B18"/>
    <w:rsid w:val="00A61C22"/>
    <w:rsid w:val="00A73C28"/>
    <w:rsid w:val="00A7640F"/>
    <w:rsid w:val="00A76C1A"/>
    <w:rsid w:val="00A77EBB"/>
    <w:rsid w:val="00A8008C"/>
    <w:rsid w:val="00A8175C"/>
    <w:rsid w:val="00A81EEC"/>
    <w:rsid w:val="00A82657"/>
    <w:rsid w:val="00A843E2"/>
    <w:rsid w:val="00A864DD"/>
    <w:rsid w:val="00A876E6"/>
    <w:rsid w:val="00A91AA3"/>
    <w:rsid w:val="00A92A9F"/>
    <w:rsid w:val="00A93120"/>
    <w:rsid w:val="00A94FA7"/>
    <w:rsid w:val="00A958B9"/>
    <w:rsid w:val="00A96E77"/>
    <w:rsid w:val="00A97E24"/>
    <w:rsid w:val="00AA2C02"/>
    <w:rsid w:val="00AA4FE1"/>
    <w:rsid w:val="00AA6817"/>
    <w:rsid w:val="00AB0916"/>
    <w:rsid w:val="00AB2691"/>
    <w:rsid w:val="00AB3972"/>
    <w:rsid w:val="00AB4586"/>
    <w:rsid w:val="00AC1E55"/>
    <w:rsid w:val="00AD2213"/>
    <w:rsid w:val="00AD5208"/>
    <w:rsid w:val="00AD5622"/>
    <w:rsid w:val="00AD79D3"/>
    <w:rsid w:val="00AE1DB5"/>
    <w:rsid w:val="00AE3723"/>
    <w:rsid w:val="00AE3A0B"/>
    <w:rsid w:val="00AF0A26"/>
    <w:rsid w:val="00AF0DBA"/>
    <w:rsid w:val="00AF6847"/>
    <w:rsid w:val="00B009D7"/>
    <w:rsid w:val="00B03CF5"/>
    <w:rsid w:val="00B03EFA"/>
    <w:rsid w:val="00B073DD"/>
    <w:rsid w:val="00B07ADD"/>
    <w:rsid w:val="00B10A16"/>
    <w:rsid w:val="00B12E81"/>
    <w:rsid w:val="00B13DD5"/>
    <w:rsid w:val="00B207FF"/>
    <w:rsid w:val="00B22691"/>
    <w:rsid w:val="00B237E7"/>
    <w:rsid w:val="00B23807"/>
    <w:rsid w:val="00B23C33"/>
    <w:rsid w:val="00B2606D"/>
    <w:rsid w:val="00B30791"/>
    <w:rsid w:val="00B308E9"/>
    <w:rsid w:val="00B31351"/>
    <w:rsid w:val="00B3348D"/>
    <w:rsid w:val="00B342F4"/>
    <w:rsid w:val="00B3532D"/>
    <w:rsid w:val="00B36125"/>
    <w:rsid w:val="00B377C8"/>
    <w:rsid w:val="00B41ACA"/>
    <w:rsid w:val="00B438A1"/>
    <w:rsid w:val="00B44733"/>
    <w:rsid w:val="00B47741"/>
    <w:rsid w:val="00B52133"/>
    <w:rsid w:val="00B52AD5"/>
    <w:rsid w:val="00B52D43"/>
    <w:rsid w:val="00B5416F"/>
    <w:rsid w:val="00B5489C"/>
    <w:rsid w:val="00B54D2C"/>
    <w:rsid w:val="00B559DC"/>
    <w:rsid w:val="00B564D3"/>
    <w:rsid w:val="00B56A1E"/>
    <w:rsid w:val="00B573D7"/>
    <w:rsid w:val="00B62E92"/>
    <w:rsid w:val="00B669A6"/>
    <w:rsid w:val="00B670CC"/>
    <w:rsid w:val="00B707F2"/>
    <w:rsid w:val="00B7186B"/>
    <w:rsid w:val="00B73D4A"/>
    <w:rsid w:val="00B77A72"/>
    <w:rsid w:val="00B77B00"/>
    <w:rsid w:val="00B8027D"/>
    <w:rsid w:val="00B81325"/>
    <w:rsid w:val="00B8155D"/>
    <w:rsid w:val="00B81730"/>
    <w:rsid w:val="00B82114"/>
    <w:rsid w:val="00B8364D"/>
    <w:rsid w:val="00B84273"/>
    <w:rsid w:val="00B84451"/>
    <w:rsid w:val="00B92FA3"/>
    <w:rsid w:val="00B9352E"/>
    <w:rsid w:val="00B95692"/>
    <w:rsid w:val="00B9672B"/>
    <w:rsid w:val="00B97CAF"/>
    <w:rsid w:val="00BA1194"/>
    <w:rsid w:val="00BA1AAA"/>
    <w:rsid w:val="00BA1DF8"/>
    <w:rsid w:val="00BA2B01"/>
    <w:rsid w:val="00BA4183"/>
    <w:rsid w:val="00BA464D"/>
    <w:rsid w:val="00BA5711"/>
    <w:rsid w:val="00BA7238"/>
    <w:rsid w:val="00BA76D8"/>
    <w:rsid w:val="00BB2DDF"/>
    <w:rsid w:val="00BB4D04"/>
    <w:rsid w:val="00BB6CB5"/>
    <w:rsid w:val="00BC18AA"/>
    <w:rsid w:val="00BC24AD"/>
    <w:rsid w:val="00BC2C0E"/>
    <w:rsid w:val="00BC3AA2"/>
    <w:rsid w:val="00BC3B04"/>
    <w:rsid w:val="00BC564A"/>
    <w:rsid w:val="00BC7A12"/>
    <w:rsid w:val="00BD039C"/>
    <w:rsid w:val="00BD2266"/>
    <w:rsid w:val="00BD27C6"/>
    <w:rsid w:val="00BD3A09"/>
    <w:rsid w:val="00BD481D"/>
    <w:rsid w:val="00BD5392"/>
    <w:rsid w:val="00BD76A0"/>
    <w:rsid w:val="00BD7F00"/>
    <w:rsid w:val="00BE0266"/>
    <w:rsid w:val="00BE0BF2"/>
    <w:rsid w:val="00BE32EB"/>
    <w:rsid w:val="00BE5732"/>
    <w:rsid w:val="00BE6602"/>
    <w:rsid w:val="00BE6EAB"/>
    <w:rsid w:val="00BF109F"/>
    <w:rsid w:val="00BF25F5"/>
    <w:rsid w:val="00BF2A80"/>
    <w:rsid w:val="00BF3DE3"/>
    <w:rsid w:val="00BF4E12"/>
    <w:rsid w:val="00BF6855"/>
    <w:rsid w:val="00BF7CDF"/>
    <w:rsid w:val="00C027C5"/>
    <w:rsid w:val="00C03080"/>
    <w:rsid w:val="00C05583"/>
    <w:rsid w:val="00C158B3"/>
    <w:rsid w:val="00C1646A"/>
    <w:rsid w:val="00C219BF"/>
    <w:rsid w:val="00C221D2"/>
    <w:rsid w:val="00C22A66"/>
    <w:rsid w:val="00C32366"/>
    <w:rsid w:val="00C35DA0"/>
    <w:rsid w:val="00C368D0"/>
    <w:rsid w:val="00C37546"/>
    <w:rsid w:val="00C37CE6"/>
    <w:rsid w:val="00C40D84"/>
    <w:rsid w:val="00C41769"/>
    <w:rsid w:val="00C4302D"/>
    <w:rsid w:val="00C51EE7"/>
    <w:rsid w:val="00C529DD"/>
    <w:rsid w:val="00C5343D"/>
    <w:rsid w:val="00C5523C"/>
    <w:rsid w:val="00C567A4"/>
    <w:rsid w:val="00C570EA"/>
    <w:rsid w:val="00C61F5E"/>
    <w:rsid w:val="00C62EE9"/>
    <w:rsid w:val="00C63AAC"/>
    <w:rsid w:val="00C6482B"/>
    <w:rsid w:val="00C64E6D"/>
    <w:rsid w:val="00C65C82"/>
    <w:rsid w:val="00C72F61"/>
    <w:rsid w:val="00C73833"/>
    <w:rsid w:val="00C73E45"/>
    <w:rsid w:val="00C7450C"/>
    <w:rsid w:val="00C7461A"/>
    <w:rsid w:val="00C8152A"/>
    <w:rsid w:val="00C84540"/>
    <w:rsid w:val="00C856AA"/>
    <w:rsid w:val="00C86F82"/>
    <w:rsid w:val="00C903EB"/>
    <w:rsid w:val="00C9141A"/>
    <w:rsid w:val="00C92283"/>
    <w:rsid w:val="00C94894"/>
    <w:rsid w:val="00C950AD"/>
    <w:rsid w:val="00C95C06"/>
    <w:rsid w:val="00C97D1E"/>
    <w:rsid w:val="00CA1AD7"/>
    <w:rsid w:val="00CA2E15"/>
    <w:rsid w:val="00CA6592"/>
    <w:rsid w:val="00CA71A8"/>
    <w:rsid w:val="00CB0434"/>
    <w:rsid w:val="00CB09A0"/>
    <w:rsid w:val="00CB2583"/>
    <w:rsid w:val="00CB2F76"/>
    <w:rsid w:val="00CB3E5D"/>
    <w:rsid w:val="00CB46EB"/>
    <w:rsid w:val="00CB5455"/>
    <w:rsid w:val="00CB748A"/>
    <w:rsid w:val="00CB7B19"/>
    <w:rsid w:val="00CC04B8"/>
    <w:rsid w:val="00CC076E"/>
    <w:rsid w:val="00CC2064"/>
    <w:rsid w:val="00CC2A17"/>
    <w:rsid w:val="00CC61DF"/>
    <w:rsid w:val="00CC6E07"/>
    <w:rsid w:val="00CD0896"/>
    <w:rsid w:val="00CD1A47"/>
    <w:rsid w:val="00CD1DDD"/>
    <w:rsid w:val="00CD2ED7"/>
    <w:rsid w:val="00CD3269"/>
    <w:rsid w:val="00CD3C61"/>
    <w:rsid w:val="00CD6FE1"/>
    <w:rsid w:val="00CD7C30"/>
    <w:rsid w:val="00CE51DB"/>
    <w:rsid w:val="00CE5DB0"/>
    <w:rsid w:val="00CE6071"/>
    <w:rsid w:val="00CF27D9"/>
    <w:rsid w:val="00CF5FBF"/>
    <w:rsid w:val="00CF791C"/>
    <w:rsid w:val="00D00FE5"/>
    <w:rsid w:val="00D018E4"/>
    <w:rsid w:val="00D03E57"/>
    <w:rsid w:val="00D046A2"/>
    <w:rsid w:val="00D04A53"/>
    <w:rsid w:val="00D04AA8"/>
    <w:rsid w:val="00D0599E"/>
    <w:rsid w:val="00D07C7A"/>
    <w:rsid w:val="00D121B7"/>
    <w:rsid w:val="00D14701"/>
    <w:rsid w:val="00D173EF"/>
    <w:rsid w:val="00D204D5"/>
    <w:rsid w:val="00D21B0C"/>
    <w:rsid w:val="00D240F3"/>
    <w:rsid w:val="00D2450C"/>
    <w:rsid w:val="00D25BB3"/>
    <w:rsid w:val="00D26449"/>
    <w:rsid w:val="00D30742"/>
    <w:rsid w:val="00D34945"/>
    <w:rsid w:val="00D40232"/>
    <w:rsid w:val="00D417E1"/>
    <w:rsid w:val="00D427F8"/>
    <w:rsid w:val="00D43443"/>
    <w:rsid w:val="00D4378F"/>
    <w:rsid w:val="00D44C0C"/>
    <w:rsid w:val="00D45535"/>
    <w:rsid w:val="00D50390"/>
    <w:rsid w:val="00D50B12"/>
    <w:rsid w:val="00D51E13"/>
    <w:rsid w:val="00D541E3"/>
    <w:rsid w:val="00D556A1"/>
    <w:rsid w:val="00D55FA5"/>
    <w:rsid w:val="00D61BA7"/>
    <w:rsid w:val="00D631E0"/>
    <w:rsid w:val="00D64EFB"/>
    <w:rsid w:val="00D65018"/>
    <w:rsid w:val="00D65781"/>
    <w:rsid w:val="00D7290F"/>
    <w:rsid w:val="00D736FA"/>
    <w:rsid w:val="00D73892"/>
    <w:rsid w:val="00D77F16"/>
    <w:rsid w:val="00D822D6"/>
    <w:rsid w:val="00D83EB9"/>
    <w:rsid w:val="00D84046"/>
    <w:rsid w:val="00D85AC6"/>
    <w:rsid w:val="00D86C72"/>
    <w:rsid w:val="00D917BD"/>
    <w:rsid w:val="00D91A95"/>
    <w:rsid w:val="00D934C0"/>
    <w:rsid w:val="00D93847"/>
    <w:rsid w:val="00D94908"/>
    <w:rsid w:val="00D952C6"/>
    <w:rsid w:val="00D960BD"/>
    <w:rsid w:val="00D97C0E"/>
    <w:rsid w:val="00DA145E"/>
    <w:rsid w:val="00DA23D8"/>
    <w:rsid w:val="00DA3B63"/>
    <w:rsid w:val="00DA5D00"/>
    <w:rsid w:val="00DA6A65"/>
    <w:rsid w:val="00DB07BC"/>
    <w:rsid w:val="00DB0D22"/>
    <w:rsid w:val="00DB1326"/>
    <w:rsid w:val="00DB2B4F"/>
    <w:rsid w:val="00DB4CB7"/>
    <w:rsid w:val="00DC126C"/>
    <w:rsid w:val="00DC6F48"/>
    <w:rsid w:val="00DC7170"/>
    <w:rsid w:val="00DD0032"/>
    <w:rsid w:val="00DD3FED"/>
    <w:rsid w:val="00DD434F"/>
    <w:rsid w:val="00DD5DAC"/>
    <w:rsid w:val="00DD763C"/>
    <w:rsid w:val="00DD7975"/>
    <w:rsid w:val="00DE2036"/>
    <w:rsid w:val="00DE2868"/>
    <w:rsid w:val="00DE769C"/>
    <w:rsid w:val="00DF0815"/>
    <w:rsid w:val="00DF437F"/>
    <w:rsid w:val="00DF5954"/>
    <w:rsid w:val="00E010CB"/>
    <w:rsid w:val="00E031CF"/>
    <w:rsid w:val="00E1142D"/>
    <w:rsid w:val="00E11F51"/>
    <w:rsid w:val="00E12C76"/>
    <w:rsid w:val="00E134B7"/>
    <w:rsid w:val="00E1550A"/>
    <w:rsid w:val="00E15BB8"/>
    <w:rsid w:val="00E1619D"/>
    <w:rsid w:val="00E16AA2"/>
    <w:rsid w:val="00E20F80"/>
    <w:rsid w:val="00E21810"/>
    <w:rsid w:val="00E2286A"/>
    <w:rsid w:val="00E23300"/>
    <w:rsid w:val="00E23CCB"/>
    <w:rsid w:val="00E2439A"/>
    <w:rsid w:val="00E30A52"/>
    <w:rsid w:val="00E33AC9"/>
    <w:rsid w:val="00E36D4F"/>
    <w:rsid w:val="00E37A97"/>
    <w:rsid w:val="00E4240D"/>
    <w:rsid w:val="00E427C5"/>
    <w:rsid w:val="00E43E7B"/>
    <w:rsid w:val="00E47453"/>
    <w:rsid w:val="00E478A0"/>
    <w:rsid w:val="00E50FD3"/>
    <w:rsid w:val="00E514E0"/>
    <w:rsid w:val="00E56D0C"/>
    <w:rsid w:val="00E57C6D"/>
    <w:rsid w:val="00E62431"/>
    <w:rsid w:val="00E627A1"/>
    <w:rsid w:val="00E62992"/>
    <w:rsid w:val="00E63D4A"/>
    <w:rsid w:val="00E66E88"/>
    <w:rsid w:val="00E67D3A"/>
    <w:rsid w:val="00E705C0"/>
    <w:rsid w:val="00E7334F"/>
    <w:rsid w:val="00E734CD"/>
    <w:rsid w:val="00E735CF"/>
    <w:rsid w:val="00E82E79"/>
    <w:rsid w:val="00E82EDC"/>
    <w:rsid w:val="00E872A0"/>
    <w:rsid w:val="00E874C1"/>
    <w:rsid w:val="00E901F3"/>
    <w:rsid w:val="00E90EFD"/>
    <w:rsid w:val="00E93168"/>
    <w:rsid w:val="00E97713"/>
    <w:rsid w:val="00E978AA"/>
    <w:rsid w:val="00EA1B9D"/>
    <w:rsid w:val="00EA2438"/>
    <w:rsid w:val="00EA4CF9"/>
    <w:rsid w:val="00EA5503"/>
    <w:rsid w:val="00EA64CA"/>
    <w:rsid w:val="00EB012B"/>
    <w:rsid w:val="00EB09EC"/>
    <w:rsid w:val="00EB1FD5"/>
    <w:rsid w:val="00EB27B5"/>
    <w:rsid w:val="00EB2D5C"/>
    <w:rsid w:val="00EB33E5"/>
    <w:rsid w:val="00EB39A3"/>
    <w:rsid w:val="00EB4B25"/>
    <w:rsid w:val="00EB4DAE"/>
    <w:rsid w:val="00EC10A3"/>
    <w:rsid w:val="00EC1834"/>
    <w:rsid w:val="00EC61A7"/>
    <w:rsid w:val="00EC6780"/>
    <w:rsid w:val="00EC72E6"/>
    <w:rsid w:val="00EC784D"/>
    <w:rsid w:val="00ED206F"/>
    <w:rsid w:val="00ED2949"/>
    <w:rsid w:val="00ED30CD"/>
    <w:rsid w:val="00ED457D"/>
    <w:rsid w:val="00ED5E82"/>
    <w:rsid w:val="00ED6F5F"/>
    <w:rsid w:val="00EE043A"/>
    <w:rsid w:val="00EE0ADC"/>
    <w:rsid w:val="00EE32B5"/>
    <w:rsid w:val="00EE42A0"/>
    <w:rsid w:val="00EE5C83"/>
    <w:rsid w:val="00EF0714"/>
    <w:rsid w:val="00EF41E5"/>
    <w:rsid w:val="00EF5F15"/>
    <w:rsid w:val="00EF611A"/>
    <w:rsid w:val="00F027A1"/>
    <w:rsid w:val="00F03096"/>
    <w:rsid w:val="00F032D1"/>
    <w:rsid w:val="00F04924"/>
    <w:rsid w:val="00F05B0C"/>
    <w:rsid w:val="00F11A9E"/>
    <w:rsid w:val="00F1491E"/>
    <w:rsid w:val="00F2118C"/>
    <w:rsid w:val="00F30376"/>
    <w:rsid w:val="00F313FD"/>
    <w:rsid w:val="00F31976"/>
    <w:rsid w:val="00F353FF"/>
    <w:rsid w:val="00F35C8D"/>
    <w:rsid w:val="00F36608"/>
    <w:rsid w:val="00F41954"/>
    <w:rsid w:val="00F424F5"/>
    <w:rsid w:val="00F42683"/>
    <w:rsid w:val="00F439D7"/>
    <w:rsid w:val="00F447E8"/>
    <w:rsid w:val="00F47120"/>
    <w:rsid w:val="00F47AAD"/>
    <w:rsid w:val="00F53283"/>
    <w:rsid w:val="00F53FE5"/>
    <w:rsid w:val="00F55952"/>
    <w:rsid w:val="00F55A02"/>
    <w:rsid w:val="00F55C44"/>
    <w:rsid w:val="00F55D64"/>
    <w:rsid w:val="00F57192"/>
    <w:rsid w:val="00F60FCF"/>
    <w:rsid w:val="00F628F7"/>
    <w:rsid w:val="00F702E2"/>
    <w:rsid w:val="00F725AF"/>
    <w:rsid w:val="00F72677"/>
    <w:rsid w:val="00F77841"/>
    <w:rsid w:val="00F77E16"/>
    <w:rsid w:val="00F8085F"/>
    <w:rsid w:val="00F82749"/>
    <w:rsid w:val="00F82FE2"/>
    <w:rsid w:val="00F84714"/>
    <w:rsid w:val="00F85D6E"/>
    <w:rsid w:val="00F867D4"/>
    <w:rsid w:val="00F86EF0"/>
    <w:rsid w:val="00F914AB"/>
    <w:rsid w:val="00F9151D"/>
    <w:rsid w:val="00F9443B"/>
    <w:rsid w:val="00F95144"/>
    <w:rsid w:val="00FA074B"/>
    <w:rsid w:val="00FA3F32"/>
    <w:rsid w:val="00FA4E2C"/>
    <w:rsid w:val="00FA597D"/>
    <w:rsid w:val="00FA613F"/>
    <w:rsid w:val="00FB02C0"/>
    <w:rsid w:val="00FB25CF"/>
    <w:rsid w:val="00FB2766"/>
    <w:rsid w:val="00FB2CD6"/>
    <w:rsid w:val="00FB590B"/>
    <w:rsid w:val="00FB5B3E"/>
    <w:rsid w:val="00FC531B"/>
    <w:rsid w:val="00FC5B23"/>
    <w:rsid w:val="00FC6CC9"/>
    <w:rsid w:val="00FD2054"/>
    <w:rsid w:val="00FD7674"/>
    <w:rsid w:val="00FE058D"/>
    <w:rsid w:val="00FE1378"/>
    <w:rsid w:val="00FE54F7"/>
    <w:rsid w:val="00FE552E"/>
    <w:rsid w:val="00FE6C52"/>
    <w:rsid w:val="00FE6EC9"/>
    <w:rsid w:val="00FF1761"/>
    <w:rsid w:val="00FF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626EB4B"/>
  <w15:docId w15:val="{D7F3C4C5-9EE5-4688-9C16-2236C23C4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basedOn w:val="Normal"/>
    <w:next w:val="Normal"/>
    <w:autoRedefine/>
    <w:qFormat/>
    <w:rsid w:val="00AF0DBA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cs="Arial"/>
      <w:b/>
      <w:bCs/>
      <w:iCs/>
      <w:color w:val="000000"/>
      <w:sz w:val="28"/>
      <w:szCs w:val="28"/>
    </w:rPr>
  </w:style>
  <w:style w:type="paragraph" w:styleId="Titre30">
    <w:name w:val="heading 3"/>
    <w:aliases w:val="H3,TexteTitre3"/>
    <w:basedOn w:val="Normal"/>
    <w:next w:val="Texte"/>
    <w:autoRedefine/>
    <w:qFormat/>
    <w:rsid w:val="00AF0DBA"/>
    <w:pPr>
      <w:keepNext/>
      <w:numPr>
        <w:ilvl w:val="2"/>
        <w:numId w:val="1"/>
      </w:numPr>
      <w:spacing w:before="120" w:after="120"/>
      <w:ind w:left="284"/>
      <w:outlineLvl w:val="2"/>
    </w:pPr>
    <w:rPr>
      <w:rFonts w:cs="Arial"/>
      <w:b/>
      <w:bCs/>
      <w:sz w:val="24"/>
      <w:szCs w:val="26"/>
    </w:rPr>
  </w:style>
  <w:style w:type="paragraph" w:styleId="Titre4">
    <w:name w:val="heading 4"/>
    <w:aliases w:val="4,F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link w:val="CommentaireCar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AF0DBA"/>
    <w:pPr>
      <w:numPr>
        <w:numId w:val="25"/>
      </w:numPr>
      <w:ind w:left="357" w:hanging="357"/>
    </w:pPr>
    <w:rPr>
      <w:rFonts w:cs="Arial"/>
      <w:b/>
      <w:bCs/>
      <w:sz w:val="36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clear" w:pos="0"/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paragraph" w:styleId="Rvision">
    <w:name w:val="Revision"/>
    <w:hidden/>
    <w:uiPriority w:val="99"/>
    <w:semiHidden/>
    <w:rsid w:val="003B2C00"/>
    <w:rPr>
      <w:rFonts w:ascii="Helvetica 55 Roman" w:hAnsi="Helvetica 55 Roman"/>
      <w:szCs w:val="24"/>
    </w:rPr>
  </w:style>
  <w:style w:type="paragraph" w:customStyle="1" w:styleId="Normal3">
    <w:name w:val="Normal3"/>
    <w:basedOn w:val="Normal"/>
    <w:rsid w:val="006D0991"/>
    <w:pPr>
      <w:widowControl w:val="0"/>
      <w:jc w:val="both"/>
    </w:pPr>
    <w:rPr>
      <w:rFonts w:ascii="Helvetica 35 Thin" w:hAnsi="Helvetica 35 Thin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36C90"/>
    <w:rPr>
      <w:rFonts w:ascii="Arial" w:hAnsi="Arial"/>
      <w:sz w:val="16"/>
      <w:lang w:eastAsia="en-US"/>
    </w:rPr>
  </w:style>
  <w:style w:type="character" w:customStyle="1" w:styleId="PieddepageCar">
    <w:name w:val="Pied de page Car"/>
    <w:aliases w:val="p Car"/>
    <w:basedOn w:val="Policepardfaut"/>
    <w:link w:val="Pieddepage"/>
    <w:uiPriority w:val="99"/>
    <w:rsid w:val="00086940"/>
    <w:rPr>
      <w:rFonts w:ascii="Helvetica 55 Roman" w:hAnsi="Helvetica 55 Roman"/>
      <w:szCs w:val="24"/>
    </w:rPr>
  </w:style>
  <w:style w:type="paragraph" w:styleId="Paragraphedeliste">
    <w:name w:val="List Paragraph"/>
    <w:basedOn w:val="Normal"/>
    <w:uiPriority w:val="34"/>
    <w:qFormat/>
    <w:rsid w:val="00AF0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27A334-8D77-4B10-B8F3-FD12FC0D6A56}">
  <ds:schemaRefs>
    <ds:schemaRef ds:uri="http://schemas.microsoft.com/office/2006/metadata/properties"/>
    <ds:schemaRef ds:uri="http://schemas.microsoft.com/office/infopath/2007/PartnerControls"/>
    <ds:schemaRef ds:uri="3a44b591-9e18-4b91-98fd-b890fe0627e2"/>
    <ds:schemaRef ds:uri="a4a4a56a-3898-47a0-9a26-45a51cf190c7"/>
  </ds:schemaRefs>
</ds:datastoreItem>
</file>

<file path=customXml/itemProps2.xml><?xml version="1.0" encoding="utf-8"?>
<ds:datastoreItem xmlns:ds="http://schemas.openxmlformats.org/officeDocument/2006/customXml" ds:itemID="{4834F587-4363-4050-9B08-A226FF15D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08A0F8-0CCD-439F-8B60-FA47C1F45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44b591-9e18-4b91-98fd-b890fe0627e2"/>
    <ds:schemaRef ds:uri="a4a4a56a-3898-47a0-9a26-45a51cf190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4</Pages>
  <Words>1074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pénalités</vt:lpstr>
    </vt:vector>
  </TitlesOfParts>
  <Manager>ROSI/VSCO/MW/DPD</Manager>
  <Company>France Télécom</Company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pénalités</dc:title>
  <dc:subject>DSL Access</dc:subject>
  <dc:creator>Isabelle zbir</dc:creator>
  <cp:lastModifiedBy>Patrick CHALUMET</cp:lastModifiedBy>
  <cp:revision>4</cp:revision>
  <cp:lastPrinted>2017-03-27T10:57:00Z</cp:lastPrinted>
  <dcterms:created xsi:type="dcterms:W3CDTF">2022-12-21T13:04:00Z</dcterms:created>
  <dcterms:modified xsi:type="dcterms:W3CDTF">2022-12-22T16:32:00Z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  <property fmtid="{D5CDD505-2E9C-101B-9397-08002B2CF9AE}" pid="4" name="MediaServiceImageTags">
    <vt:lpwstr/>
  </property>
</Properties>
</file>